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13111360"/>
    <w:p w14:paraId="6766DCD2" w14:textId="77777777" w:rsidR="00B95697" w:rsidRPr="00A21719" w:rsidRDefault="0031308B" w:rsidP="00872187">
      <w:r w:rsidRPr="0031308B"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48C328" wp14:editId="46739286">
                <wp:simplePos x="0" y="0"/>
                <wp:positionH relativeFrom="page">
                  <wp:posOffset>353028</wp:posOffset>
                </wp:positionH>
                <wp:positionV relativeFrom="page">
                  <wp:posOffset>353028</wp:posOffset>
                </wp:positionV>
                <wp:extent cx="6840220" cy="9965802"/>
                <wp:effectExtent l="0" t="0" r="17780" b="16510"/>
                <wp:wrapNone/>
                <wp:docPr id="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220" cy="99658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809D7" id="Rectangle 31" o:spid="_x0000_s1026" style="position:absolute;margin-left:27.8pt;margin-top:27.8pt;width:538.6pt;height:78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" o:allowincell="f" filled="f">
                <w10:wrap anchorx="page" anchory="page"/>
              </v:rect>
            </w:pict>
          </mc:Fallback>
        </mc:AlternateContent>
      </w:r>
    </w:p>
    <w:p w14:paraId="70324458" w14:textId="77777777" w:rsidR="0031308B" w:rsidRPr="0031308B" w:rsidRDefault="0031308B" w:rsidP="0031308B">
      <w:pPr>
        <w:tabs>
          <w:tab w:val="left" w:pos="3969"/>
        </w:tabs>
        <w:spacing w:line="240" w:lineRule="auto"/>
        <w:ind w:firstLine="0"/>
        <w:rPr>
          <w:rFonts w:ascii="Arial" w:hAnsi="Arial" w:cs="Arial"/>
          <w:sz w:val="16"/>
          <w:szCs w:val="16"/>
        </w:rPr>
      </w:pPr>
    </w:p>
    <w:p w14:paraId="5374DEED" w14:textId="77777777" w:rsidR="0031308B" w:rsidRPr="0031308B" w:rsidRDefault="0031308B" w:rsidP="0031308B">
      <w:pPr>
        <w:tabs>
          <w:tab w:val="left" w:pos="4820"/>
        </w:tabs>
        <w:spacing w:line="240" w:lineRule="auto"/>
        <w:ind w:firstLine="0"/>
        <w:rPr>
          <w:rFonts w:ascii="Calibri" w:hAnsi="Calibri" w:cs="Times New Roman"/>
        </w:rPr>
      </w:pPr>
      <w:bookmarkStart w:id="1" w:name="so_s"/>
      <w:bookmarkStart w:id="2" w:name="ps_s"/>
      <w:bookmarkStart w:id="3" w:name="dps_s"/>
      <w:bookmarkStart w:id="4" w:name="_Toc535661153"/>
      <w:bookmarkStart w:id="5" w:name="_Toc508092958"/>
      <w:bookmarkEnd w:id="1"/>
      <w:bookmarkEnd w:id="2"/>
      <w:bookmarkEnd w:id="3"/>
      <w:r w:rsidRPr="0031308B">
        <w:rPr>
          <w:rFonts w:ascii="Calibri" w:hAnsi="Calibri" w:cs="Times New Roman"/>
        </w:rPr>
        <w:t>Generální projektant:</w:t>
      </w:r>
      <w:r w:rsidRPr="0031308B">
        <w:rPr>
          <w:rFonts w:ascii="Calibri" w:hAnsi="Calibri" w:cs="Times New Roman"/>
        </w:rPr>
        <w:tab/>
        <w:t>Projektant profese:</w:t>
      </w:r>
      <w:r w:rsidRPr="0031308B">
        <w:rPr>
          <w:rFonts w:ascii="Calibri" w:hAnsi="Calibri" w:cs="Times New Roman"/>
          <w:noProof/>
          <w:lang w:eastAsia="cs-CZ"/>
        </w:rPr>
        <w:t xml:space="preserve"> </w:t>
      </w:r>
    </w:p>
    <w:p w14:paraId="459906C9" w14:textId="77777777" w:rsidR="0031308B" w:rsidRPr="0031308B" w:rsidRDefault="0031308B" w:rsidP="0031308B">
      <w:pPr>
        <w:tabs>
          <w:tab w:val="left" w:pos="6096"/>
        </w:tabs>
        <w:spacing w:line="240" w:lineRule="auto"/>
        <w:ind w:firstLine="0"/>
        <w:rPr>
          <w:rFonts w:ascii="Calibri" w:hAnsi="Calibri" w:cs="Times New Roman"/>
          <w:sz w:val="16"/>
          <w:szCs w:val="16"/>
        </w:rPr>
      </w:pPr>
      <w:r w:rsidRPr="0031308B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5AC8F2F9" wp14:editId="6A1E218E">
            <wp:simplePos x="0" y="0"/>
            <wp:positionH relativeFrom="column">
              <wp:posOffset>3067700</wp:posOffset>
            </wp:positionH>
            <wp:positionV relativeFrom="paragraph">
              <wp:posOffset>57289</wp:posOffset>
            </wp:positionV>
            <wp:extent cx="2955820" cy="775335"/>
            <wp:effectExtent l="0" t="0" r="0" b="0"/>
            <wp:wrapNone/>
            <wp:docPr id="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82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308B">
        <w:rPr>
          <w:rFonts w:ascii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20FA4265" wp14:editId="3BD1CF32">
            <wp:simplePos x="0" y="0"/>
            <wp:positionH relativeFrom="column">
              <wp:posOffset>9316</wp:posOffset>
            </wp:positionH>
            <wp:positionV relativeFrom="paragraph">
              <wp:posOffset>57484</wp:posOffset>
            </wp:positionV>
            <wp:extent cx="2879725" cy="77533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A61AF3" w14:textId="77777777" w:rsidR="0031308B" w:rsidRPr="0031308B" w:rsidRDefault="0031308B" w:rsidP="0031308B">
      <w:pPr>
        <w:tabs>
          <w:tab w:val="left" w:pos="6096"/>
        </w:tabs>
        <w:spacing w:line="240" w:lineRule="auto"/>
        <w:ind w:firstLine="0"/>
        <w:rPr>
          <w:rFonts w:ascii="Calibri" w:hAnsi="Calibri" w:cs="Times New Roman"/>
          <w:sz w:val="16"/>
          <w:szCs w:val="16"/>
        </w:rPr>
      </w:pPr>
    </w:p>
    <w:p w14:paraId="71648C27" w14:textId="77777777" w:rsidR="0031308B" w:rsidRPr="0031308B" w:rsidRDefault="0031308B" w:rsidP="0031308B">
      <w:pPr>
        <w:tabs>
          <w:tab w:val="left" w:pos="6096"/>
        </w:tabs>
        <w:spacing w:line="240" w:lineRule="auto"/>
        <w:ind w:firstLine="0"/>
        <w:rPr>
          <w:rFonts w:ascii="Calibri" w:hAnsi="Calibri" w:cs="Times New Roman"/>
          <w:sz w:val="16"/>
          <w:szCs w:val="16"/>
        </w:rPr>
      </w:pPr>
    </w:p>
    <w:p w14:paraId="3961B6FE" w14:textId="77777777" w:rsidR="0031308B" w:rsidRPr="0031308B" w:rsidRDefault="0031308B" w:rsidP="0031308B">
      <w:pPr>
        <w:tabs>
          <w:tab w:val="left" w:pos="6096"/>
        </w:tabs>
        <w:spacing w:line="240" w:lineRule="auto"/>
        <w:ind w:firstLine="0"/>
        <w:rPr>
          <w:rFonts w:ascii="Calibri" w:hAnsi="Calibri" w:cs="Times New Roman"/>
          <w:sz w:val="16"/>
          <w:szCs w:val="16"/>
        </w:rPr>
      </w:pPr>
    </w:p>
    <w:p w14:paraId="74B60DCE" w14:textId="77777777" w:rsidR="0031308B" w:rsidRPr="0031308B" w:rsidRDefault="0031308B" w:rsidP="0031308B">
      <w:pPr>
        <w:tabs>
          <w:tab w:val="left" w:pos="284"/>
          <w:tab w:val="left" w:pos="4820"/>
        </w:tabs>
        <w:spacing w:before="0" w:after="0" w:line="240" w:lineRule="auto"/>
        <w:ind w:firstLine="0"/>
        <w:rPr>
          <w:rFonts w:ascii="Calibri" w:hAnsi="Calibri" w:cs="Times New Roman"/>
          <w:b/>
          <w:bCs/>
        </w:rPr>
      </w:pPr>
      <w:proofErr w:type="spellStart"/>
      <w:r w:rsidRPr="0031308B">
        <w:rPr>
          <w:rFonts w:ascii="Calibri" w:hAnsi="Calibri" w:cs="Times New Roman"/>
          <w:b/>
          <w:bCs/>
        </w:rPr>
        <w:t>EVELIS</w:t>
      </w:r>
      <w:proofErr w:type="spellEnd"/>
      <w:r w:rsidRPr="0031308B">
        <w:rPr>
          <w:rFonts w:ascii="Calibri" w:hAnsi="Calibri" w:cs="Times New Roman"/>
          <w:b/>
          <w:bCs/>
        </w:rPr>
        <w:t xml:space="preserve"> s.r.o.</w:t>
      </w:r>
      <w:r w:rsidRPr="0031308B">
        <w:rPr>
          <w:rFonts w:ascii="Calibri" w:hAnsi="Calibri" w:cs="Times New Roman"/>
          <w:b/>
          <w:bCs/>
        </w:rPr>
        <w:tab/>
      </w:r>
      <w:proofErr w:type="spellStart"/>
      <w:r w:rsidRPr="0031308B">
        <w:rPr>
          <w:rFonts w:ascii="Calibri" w:hAnsi="Calibri" w:cs="Times New Roman"/>
          <w:b/>
          <w:bCs/>
        </w:rPr>
        <w:t>PROMAREX</w:t>
      </w:r>
      <w:proofErr w:type="spellEnd"/>
      <w:r w:rsidRPr="0031308B">
        <w:rPr>
          <w:rFonts w:ascii="Calibri" w:hAnsi="Calibri" w:cs="Times New Roman"/>
          <w:b/>
          <w:bCs/>
        </w:rPr>
        <w:t xml:space="preserve"> s.r.o.</w:t>
      </w:r>
    </w:p>
    <w:p w14:paraId="073C8862" w14:textId="77777777" w:rsidR="0031308B" w:rsidRPr="0031308B" w:rsidRDefault="0031308B" w:rsidP="0031308B">
      <w:pPr>
        <w:tabs>
          <w:tab w:val="left" w:pos="284"/>
          <w:tab w:val="left" w:pos="4820"/>
        </w:tabs>
        <w:spacing w:before="0" w:after="0" w:line="240" w:lineRule="auto"/>
        <w:ind w:right="851" w:firstLine="0"/>
        <w:rPr>
          <w:rFonts w:ascii="Calibri" w:hAnsi="Calibri" w:cs="Times New Roman"/>
        </w:rPr>
      </w:pPr>
      <w:r w:rsidRPr="0031308B">
        <w:rPr>
          <w:rFonts w:ascii="Calibri" w:hAnsi="Calibri" w:cs="Times New Roman"/>
        </w:rPr>
        <w:t>Vážní 531, Slezské Předměstí</w:t>
      </w:r>
      <w:r w:rsidRPr="0031308B">
        <w:rPr>
          <w:rFonts w:ascii="Calibri" w:hAnsi="Calibri" w:cs="Times New Roman"/>
        </w:rPr>
        <w:tab/>
        <w:t>Jana Nálepky 594, provozovna B. Smetany 33</w:t>
      </w:r>
    </w:p>
    <w:p w14:paraId="3848C47C" w14:textId="77777777" w:rsidR="0031308B" w:rsidRPr="0031308B" w:rsidRDefault="0031308B" w:rsidP="0031308B">
      <w:pPr>
        <w:tabs>
          <w:tab w:val="left" w:pos="284"/>
          <w:tab w:val="left" w:pos="4820"/>
        </w:tabs>
        <w:spacing w:before="0" w:after="0" w:line="240" w:lineRule="auto"/>
        <w:ind w:right="851" w:firstLine="0"/>
        <w:rPr>
          <w:rFonts w:ascii="Calibri" w:hAnsi="Calibri" w:cs="Times New Roman"/>
        </w:rPr>
      </w:pPr>
      <w:r w:rsidRPr="0031308B">
        <w:rPr>
          <w:rFonts w:ascii="Calibri" w:hAnsi="Calibri" w:cs="Times New Roman"/>
        </w:rPr>
        <w:t>500 03 Hradec Králové</w:t>
      </w:r>
      <w:r w:rsidRPr="0031308B">
        <w:rPr>
          <w:rFonts w:ascii="Calibri" w:hAnsi="Calibri" w:cs="Times New Roman"/>
        </w:rPr>
        <w:tab/>
        <w:t>566 01 Vysoké Mýto</w:t>
      </w:r>
    </w:p>
    <w:p w14:paraId="5AA69B51" w14:textId="77777777" w:rsidR="0031308B" w:rsidRPr="0031308B" w:rsidRDefault="0031308B" w:rsidP="0031308B">
      <w:pPr>
        <w:tabs>
          <w:tab w:val="left" w:pos="284"/>
          <w:tab w:val="left" w:pos="4820"/>
        </w:tabs>
        <w:spacing w:before="0" w:after="0" w:line="240" w:lineRule="auto"/>
        <w:ind w:right="851" w:firstLine="0"/>
        <w:rPr>
          <w:rFonts w:ascii="Calibri" w:hAnsi="Calibri" w:cs="Times New Roman"/>
        </w:rPr>
      </w:pPr>
      <w:r w:rsidRPr="0031308B">
        <w:rPr>
          <w:rFonts w:ascii="Calibri" w:hAnsi="Calibri" w:cs="Times New Roman"/>
        </w:rPr>
        <w:t xml:space="preserve">IČ 27516741, DIČ </w:t>
      </w:r>
      <w:proofErr w:type="spellStart"/>
      <w:r w:rsidRPr="0031308B">
        <w:rPr>
          <w:rFonts w:ascii="Calibri" w:hAnsi="Calibri" w:cs="Times New Roman"/>
        </w:rPr>
        <w:t>CZ27516741</w:t>
      </w:r>
      <w:proofErr w:type="spellEnd"/>
      <w:r w:rsidRPr="0031308B">
        <w:rPr>
          <w:rFonts w:ascii="Calibri" w:hAnsi="Calibri" w:cs="Times New Roman"/>
        </w:rPr>
        <w:tab/>
        <w:t>IČ 01805436, DIČ 01805436</w:t>
      </w:r>
    </w:p>
    <w:p w14:paraId="44A15D33" w14:textId="77777777" w:rsidR="0031308B" w:rsidRPr="0031308B" w:rsidRDefault="0031308B" w:rsidP="0031308B">
      <w:pPr>
        <w:tabs>
          <w:tab w:val="left" w:pos="284"/>
          <w:tab w:val="left" w:pos="4820"/>
        </w:tabs>
        <w:spacing w:before="0" w:after="0" w:line="240" w:lineRule="auto"/>
        <w:ind w:right="851" w:firstLine="0"/>
        <w:rPr>
          <w:rFonts w:ascii="Calibri" w:hAnsi="Calibri" w:cs="Times New Roman"/>
        </w:rPr>
      </w:pPr>
      <w:r w:rsidRPr="0031308B">
        <w:rPr>
          <w:rFonts w:ascii="Calibri" w:hAnsi="Calibri" w:cs="Times New Roman"/>
        </w:rPr>
        <w:t xml:space="preserve">Tel.: </w:t>
      </w:r>
      <w:proofErr w:type="gramStart"/>
      <w:r w:rsidRPr="0031308B">
        <w:rPr>
          <w:rFonts w:ascii="Calibri" w:hAnsi="Calibri" w:cs="Times New Roman"/>
        </w:rPr>
        <w:t>420495518726 – 7</w:t>
      </w:r>
      <w:proofErr w:type="gramEnd"/>
      <w:r w:rsidRPr="0031308B">
        <w:rPr>
          <w:rFonts w:ascii="Calibri" w:hAnsi="Calibri" w:cs="Times New Roman"/>
        </w:rPr>
        <w:tab/>
        <w:t>Tel.: 723 272 595</w:t>
      </w:r>
    </w:p>
    <w:p w14:paraId="7D814125" w14:textId="77777777" w:rsidR="0031308B" w:rsidRPr="0031308B" w:rsidRDefault="008353B4" w:rsidP="0031308B">
      <w:pPr>
        <w:tabs>
          <w:tab w:val="left" w:pos="284"/>
          <w:tab w:val="left" w:pos="4820"/>
        </w:tabs>
        <w:spacing w:before="0" w:after="0" w:line="240" w:lineRule="auto"/>
        <w:ind w:right="851" w:firstLine="0"/>
        <w:rPr>
          <w:rFonts w:ascii="Calibri" w:hAnsi="Calibri" w:cs="Times New Roman"/>
        </w:rPr>
      </w:pPr>
      <w:hyperlink r:id="rId10" w:history="1">
        <w:proofErr w:type="spellStart"/>
        <w:r w:rsidR="0031308B" w:rsidRPr="0031308B">
          <w:rPr>
            <w:rFonts w:ascii="Calibri" w:hAnsi="Calibri" w:cs="Times New Roman"/>
            <w:color w:val="0000FF"/>
            <w:u w:val="single"/>
          </w:rPr>
          <w:t>www.evelis.cz</w:t>
        </w:r>
        <w:proofErr w:type="spellEnd"/>
      </w:hyperlink>
      <w:r w:rsidR="0031308B" w:rsidRPr="0031308B">
        <w:rPr>
          <w:rFonts w:ascii="Calibri" w:hAnsi="Calibri" w:cs="Times New Roman"/>
        </w:rPr>
        <w:tab/>
      </w:r>
      <w:proofErr w:type="spellStart"/>
      <w:r w:rsidR="0031308B" w:rsidRPr="0031308B">
        <w:rPr>
          <w:rFonts w:ascii="Calibri" w:hAnsi="Calibri" w:cs="Times New Roman"/>
        </w:rPr>
        <w:t>www.promarex.cz</w:t>
      </w:r>
      <w:proofErr w:type="spellEnd"/>
    </w:p>
    <w:tbl>
      <w:tblPr>
        <w:tblW w:w="979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5"/>
      </w:tblGrid>
      <w:tr w:rsidR="00423486" w:rsidRPr="00423486" w14:paraId="4D76FAB4" w14:textId="77777777" w:rsidTr="0031308B">
        <w:trPr>
          <w:cantSplit/>
          <w:trHeight w:val="2794"/>
        </w:trPr>
        <w:tc>
          <w:tcPr>
            <w:tcW w:w="9799" w:type="dxa"/>
            <w:vAlign w:val="center"/>
            <w:hideMark/>
          </w:tcPr>
          <w:p w14:paraId="62AD1D8D" w14:textId="77777777" w:rsidR="0031308B" w:rsidRPr="00423486" w:rsidRDefault="0031308B" w:rsidP="0031308B">
            <w:pPr>
              <w:tabs>
                <w:tab w:val="left" w:pos="4820"/>
              </w:tabs>
              <w:spacing w:after="0" w:line="240" w:lineRule="auto"/>
              <w:ind w:firstLine="0"/>
              <w:jc w:val="center"/>
              <w:rPr>
                <w:rFonts w:ascii="Calibri" w:hAnsi="Calibri" w:cs="Times New Roman"/>
                <w:b/>
                <w:color w:val="000000" w:themeColor="text1"/>
                <w:sz w:val="96"/>
                <w:szCs w:val="96"/>
              </w:rPr>
            </w:pPr>
            <w:bookmarkStart w:id="6" w:name="t2"/>
            <w:bookmarkStart w:id="7" w:name="t1"/>
            <w:bookmarkEnd w:id="6"/>
            <w:bookmarkEnd w:id="7"/>
            <w:r w:rsidRPr="00423486">
              <w:rPr>
                <w:rFonts w:ascii="Calibri" w:hAnsi="Calibri" w:cs="Times New Roman"/>
                <w:b/>
                <w:color w:val="000000" w:themeColor="text1"/>
                <w:sz w:val="96"/>
                <w:szCs w:val="96"/>
              </w:rPr>
              <w:t>PROJEKT STAVBY</w:t>
            </w:r>
          </w:p>
          <w:p w14:paraId="2653A6D5" w14:textId="3A37B3BE" w:rsidR="0031308B" w:rsidRPr="00423486" w:rsidRDefault="00E135ED" w:rsidP="0031308B">
            <w:pPr>
              <w:tabs>
                <w:tab w:val="left" w:pos="4820"/>
              </w:tabs>
              <w:spacing w:before="480" w:after="0" w:line="240" w:lineRule="auto"/>
              <w:ind w:firstLine="0"/>
              <w:jc w:val="center"/>
              <w:rPr>
                <w:rFonts w:ascii="Calibri" w:hAnsi="Calibri" w:cs="Times New Roman"/>
                <w:b/>
                <w:color w:val="000000" w:themeColor="text1"/>
                <w:sz w:val="32"/>
                <w:szCs w:val="32"/>
              </w:rPr>
            </w:pPr>
            <w:r w:rsidRPr="00423486">
              <w:rPr>
                <w:rFonts w:ascii="Calibri" w:hAnsi="Calibri" w:cs="Times New Roman"/>
                <w:b/>
                <w:bCs/>
                <w:color w:val="000000" w:themeColor="text1"/>
                <w:sz w:val="32"/>
                <w:szCs w:val="32"/>
              </w:rPr>
              <w:t>K ŽÁDOSTI O STAVEBNÍ POVOLENÍ</w:t>
            </w:r>
            <w:r w:rsidR="0010164E" w:rsidRPr="00423486">
              <w:rPr>
                <w:rFonts w:ascii="Calibri" w:hAnsi="Calibri" w:cs="Times New Roman"/>
                <w:b/>
                <w:bCs/>
                <w:color w:val="000000" w:themeColor="text1"/>
                <w:sz w:val="32"/>
                <w:szCs w:val="32"/>
              </w:rPr>
              <w:t xml:space="preserve"> (</w:t>
            </w:r>
            <w:proofErr w:type="spellStart"/>
            <w:r w:rsidR="0010164E" w:rsidRPr="00423486">
              <w:rPr>
                <w:rFonts w:ascii="Calibri" w:hAnsi="Calibri" w:cs="Times New Roman"/>
                <w:b/>
                <w:bCs/>
                <w:color w:val="000000" w:themeColor="text1"/>
                <w:sz w:val="32"/>
                <w:szCs w:val="32"/>
              </w:rPr>
              <w:t>DSP</w:t>
            </w:r>
            <w:proofErr w:type="spellEnd"/>
            <w:r w:rsidR="0010164E" w:rsidRPr="00423486">
              <w:rPr>
                <w:rFonts w:ascii="Calibri" w:hAnsi="Calibri" w:cs="Times New Roman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  <w:p w14:paraId="7233EF79" w14:textId="77777777" w:rsidR="0031308B" w:rsidRPr="00423486" w:rsidRDefault="0031308B" w:rsidP="0031308B">
            <w:pPr>
              <w:tabs>
                <w:tab w:val="left" w:pos="4820"/>
              </w:tabs>
              <w:spacing w:before="480" w:after="0" w:line="240" w:lineRule="auto"/>
              <w:ind w:firstLine="0"/>
              <w:jc w:val="center"/>
              <w:rPr>
                <w:rFonts w:ascii="Calibri" w:hAnsi="Calibri" w:cs="Times New Roman"/>
                <w:b/>
                <w:color w:val="000000" w:themeColor="text1"/>
                <w:sz w:val="48"/>
                <w:szCs w:val="48"/>
              </w:rPr>
            </w:pPr>
            <w:r w:rsidRPr="00423486">
              <w:rPr>
                <w:rFonts w:ascii="Calibri" w:hAnsi="Calibri" w:cs="Times New Roman"/>
                <w:b/>
                <w:color w:val="000000" w:themeColor="text1"/>
                <w:sz w:val="48"/>
                <w:szCs w:val="48"/>
              </w:rPr>
              <w:t>TECHNICKÁ ZPRÁVA</w:t>
            </w:r>
          </w:p>
        </w:tc>
      </w:tr>
    </w:tbl>
    <w:p w14:paraId="31B9BFCB" w14:textId="3DFF9F98" w:rsidR="00423486" w:rsidRPr="00423486" w:rsidRDefault="0031308B" w:rsidP="00423486">
      <w:pPr>
        <w:spacing w:before="840" w:after="360" w:line="240" w:lineRule="auto"/>
        <w:ind w:left="2552" w:hanging="2552"/>
        <w:rPr>
          <w:rFonts w:cs="Arial"/>
          <w:sz w:val="24"/>
          <w:szCs w:val="24"/>
        </w:rPr>
      </w:pPr>
      <w:r w:rsidRPr="00423486">
        <w:rPr>
          <w:rFonts w:ascii="Calibri" w:hAnsi="Calibri" w:cs="Times New Roman"/>
        </w:rPr>
        <w:t>Stavba:</w:t>
      </w:r>
      <w:bookmarkStart w:id="8" w:name="stavba_t"/>
      <w:bookmarkEnd w:id="8"/>
      <w:r w:rsidRPr="00423486">
        <w:rPr>
          <w:rFonts w:ascii="Calibri" w:hAnsi="Calibri" w:cs="Times New Roman"/>
        </w:rPr>
        <w:tab/>
      </w:r>
      <w:r w:rsidR="00E135ED" w:rsidRPr="00423486">
        <w:rPr>
          <w:rFonts w:cs="Arial"/>
          <w:sz w:val="24"/>
          <w:szCs w:val="24"/>
        </w:rPr>
        <w:t xml:space="preserve">Rekonstrukce zdroje tepla </w:t>
      </w:r>
      <w:proofErr w:type="spellStart"/>
      <w:r w:rsidR="00E135ED" w:rsidRPr="00423486">
        <w:rPr>
          <w:rFonts w:cs="Arial"/>
          <w:sz w:val="24"/>
          <w:szCs w:val="24"/>
        </w:rPr>
        <w:t>IVEP</w:t>
      </w:r>
      <w:proofErr w:type="spellEnd"/>
      <w:r w:rsidR="00E135ED" w:rsidRPr="00423486">
        <w:rPr>
          <w:rFonts w:cs="Arial"/>
          <w:sz w:val="24"/>
          <w:szCs w:val="24"/>
        </w:rPr>
        <w:t xml:space="preserve"> Brno</w:t>
      </w:r>
    </w:p>
    <w:p w14:paraId="122ECAD9" w14:textId="3738B647" w:rsidR="0031308B" w:rsidRPr="00423486" w:rsidRDefault="0031308B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  <w:r w:rsidRPr="00423486">
        <w:rPr>
          <w:rFonts w:ascii="Calibri" w:hAnsi="Calibri" w:cs="Times New Roman"/>
          <w:szCs w:val="24"/>
        </w:rPr>
        <w:t>Investor:</w:t>
      </w:r>
      <w:bookmarkStart w:id="9" w:name="investor_t"/>
      <w:bookmarkEnd w:id="9"/>
      <w:r w:rsidRPr="00423486">
        <w:rPr>
          <w:rFonts w:ascii="Calibri" w:hAnsi="Calibri" w:cs="Times New Roman"/>
          <w:szCs w:val="24"/>
        </w:rPr>
        <w:tab/>
      </w:r>
      <w:proofErr w:type="spellStart"/>
      <w:r w:rsidR="0010164E" w:rsidRPr="00423486">
        <w:rPr>
          <w:rFonts w:ascii="Calibri" w:hAnsi="Calibri" w:cs="Times New Roman"/>
          <w:szCs w:val="24"/>
        </w:rPr>
        <w:t>Ivep</w:t>
      </w:r>
      <w:proofErr w:type="spellEnd"/>
      <w:r w:rsidR="0010164E" w:rsidRPr="00423486">
        <w:rPr>
          <w:rFonts w:ascii="Calibri" w:hAnsi="Calibri" w:cs="Times New Roman"/>
          <w:szCs w:val="24"/>
        </w:rPr>
        <w:t xml:space="preserve"> a.s.</w:t>
      </w:r>
    </w:p>
    <w:p w14:paraId="6A6D34F0" w14:textId="77777777" w:rsidR="00423486" w:rsidRPr="00423486" w:rsidRDefault="00423486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  <w:r w:rsidRPr="00423486">
        <w:rPr>
          <w:rFonts w:ascii="Calibri" w:hAnsi="Calibri" w:cs="Times New Roman"/>
          <w:szCs w:val="24"/>
        </w:rPr>
        <w:t>Adresa:</w:t>
      </w:r>
      <w:r w:rsidRPr="00423486">
        <w:rPr>
          <w:rFonts w:ascii="Calibri" w:hAnsi="Calibri" w:cs="Times New Roman"/>
          <w:szCs w:val="24"/>
        </w:rPr>
        <w:tab/>
        <w:t xml:space="preserve">Vídeňská </w:t>
      </w:r>
      <w:proofErr w:type="spellStart"/>
      <w:proofErr w:type="gramStart"/>
      <w:r w:rsidRPr="00423486">
        <w:rPr>
          <w:rFonts w:ascii="Calibri" w:hAnsi="Calibri" w:cs="Times New Roman"/>
          <w:szCs w:val="24"/>
        </w:rPr>
        <w:t>117a</w:t>
      </w:r>
      <w:proofErr w:type="spellEnd"/>
      <w:proofErr w:type="gramEnd"/>
      <w:r w:rsidRPr="00423486">
        <w:rPr>
          <w:rFonts w:ascii="Calibri" w:hAnsi="Calibri" w:cs="Times New Roman"/>
          <w:szCs w:val="24"/>
        </w:rPr>
        <w:t>, 619 00 Brno</w:t>
      </w:r>
    </w:p>
    <w:p w14:paraId="2828A64C" w14:textId="0373FF84" w:rsidR="0031308B" w:rsidRDefault="0031308B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  <w:r w:rsidRPr="00423486">
        <w:rPr>
          <w:rFonts w:ascii="Calibri" w:hAnsi="Calibri" w:cs="Times New Roman"/>
          <w:szCs w:val="24"/>
        </w:rPr>
        <w:t>Místo stavby:</w:t>
      </w:r>
      <w:r w:rsidRPr="00423486">
        <w:rPr>
          <w:rFonts w:ascii="Calibri" w:hAnsi="Calibri" w:cs="Times New Roman"/>
          <w:szCs w:val="24"/>
        </w:rPr>
        <w:tab/>
      </w:r>
      <w:bookmarkStart w:id="10" w:name="misto_t"/>
      <w:bookmarkEnd w:id="10"/>
      <w:r w:rsidRPr="00423486">
        <w:rPr>
          <w:rFonts w:ascii="Calibri" w:hAnsi="Calibri" w:cs="Times New Roman"/>
          <w:szCs w:val="24"/>
        </w:rPr>
        <w:t>B</w:t>
      </w:r>
      <w:r w:rsidR="00E135ED" w:rsidRPr="00423486">
        <w:rPr>
          <w:rFonts w:ascii="Calibri" w:hAnsi="Calibri" w:cs="Times New Roman"/>
          <w:szCs w:val="24"/>
        </w:rPr>
        <w:t>rno</w:t>
      </w:r>
    </w:p>
    <w:p w14:paraId="141E2A92" w14:textId="1299DD33" w:rsidR="00423486" w:rsidRPr="0031308B" w:rsidRDefault="00423486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  <w:r w:rsidRPr="0031308B">
        <w:rPr>
          <w:rFonts w:ascii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B0674F9" wp14:editId="47A5D3BB">
                <wp:simplePos x="0" y="0"/>
                <wp:positionH relativeFrom="column">
                  <wp:posOffset>4962525</wp:posOffset>
                </wp:positionH>
                <wp:positionV relativeFrom="page">
                  <wp:posOffset>8646795</wp:posOffset>
                </wp:positionV>
                <wp:extent cx="914400" cy="1188720"/>
                <wp:effectExtent l="11430" t="5080" r="7620" b="6350"/>
                <wp:wrapNone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AEB89" w14:textId="77777777" w:rsidR="00636FA4" w:rsidRDefault="00636FA4" w:rsidP="0031308B">
                            <w:pPr>
                              <w:ind w:firstLine="0"/>
                            </w:pPr>
                            <w:r>
                              <w:t>Výtisk č.:</w:t>
                            </w:r>
                          </w:p>
                          <w:p w14:paraId="3FCABF69" w14:textId="77777777" w:rsidR="00636FA4" w:rsidRDefault="00636FA4" w:rsidP="003130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674F9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390.75pt;margin-top:680.85pt;width:1in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" o:allowincell="f">
                <v:stroke dashstyle="1 1" endcap="round"/>
                <v:textbox>
                  <w:txbxContent>
                    <w:p w14:paraId="4C1AEB89" w14:textId="77777777" w:rsidR="00636FA4" w:rsidRDefault="00636FA4" w:rsidP="0031308B">
                      <w:pPr>
                        <w:ind w:firstLine="0"/>
                      </w:pPr>
                      <w:r>
                        <w:t>Výtisk č.:</w:t>
                      </w:r>
                    </w:p>
                    <w:p w14:paraId="3FCABF69" w14:textId="77777777" w:rsidR="00636FA4" w:rsidRDefault="00636FA4" w:rsidP="0031308B"/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Calibri" w:hAnsi="Calibri" w:cs="Times New Roman"/>
          <w:szCs w:val="24"/>
        </w:rPr>
        <w:t>Stavební objekt:</w:t>
      </w:r>
      <w:r>
        <w:rPr>
          <w:rFonts w:ascii="Calibri" w:hAnsi="Calibri" w:cs="Times New Roman"/>
          <w:szCs w:val="24"/>
        </w:rPr>
        <w:tab/>
        <w:t>-</w:t>
      </w:r>
    </w:p>
    <w:p w14:paraId="6F953668" w14:textId="2AA00E6A" w:rsidR="0031308B" w:rsidRDefault="008353B4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  <w:sdt>
        <w:sdtPr>
          <w:rPr>
            <w:rFonts w:ascii="Calibri" w:hAnsi="Calibri" w:cs="Times New Roman"/>
            <w:szCs w:val="24"/>
          </w:rPr>
          <w:id w:val="100788522"/>
          <w:placeholder>
            <w:docPart w:val="1311467AC40049C88FED2E80838BA737"/>
          </w:placeholder>
          <w:dropDownList>
            <w:listItem w:value="Zvolte položku."/>
            <w:listItem w:displayText="Část:" w:value="Část:"/>
            <w:listItem w:displayText="Dílčí provozní soubor:" w:value="Dílčí provozní soubor:"/>
            <w:listItem w:displayText=" " w:value="Není"/>
          </w:dropDownList>
        </w:sdtPr>
        <w:sdtEndPr/>
        <w:sdtContent>
          <w:r w:rsidR="0031308B" w:rsidRPr="0031308B">
            <w:rPr>
              <w:rFonts w:ascii="Calibri" w:hAnsi="Calibri" w:cs="Times New Roman"/>
              <w:szCs w:val="24"/>
            </w:rPr>
            <w:t>Část:</w:t>
          </w:r>
        </w:sdtContent>
      </w:sdt>
      <w:r w:rsidR="0031308B" w:rsidRPr="0031308B">
        <w:rPr>
          <w:rFonts w:ascii="Calibri" w:hAnsi="Calibri" w:cs="Times New Roman"/>
          <w:szCs w:val="24"/>
        </w:rPr>
        <w:tab/>
      </w:r>
      <w:bookmarkEnd w:id="4"/>
      <w:bookmarkEnd w:id="5"/>
      <w:r w:rsidR="004001B3">
        <w:rPr>
          <w:rFonts w:ascii="Calibri" w:hAnsi="Calibri" w:cs="Times New Roman"/>
          <w:szCs w:val="24"/>
        </w:rPr>
        <w:t>Elektroinstalace, Měření a regulace</w:t>
      </w:r>
    </w:p>
    <w:p w14:paraId="5955C83B" w14:textId="6F4C93F6" w:rsidR="00423486" w:rsidRDefault="00423486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</w:p>
    <w:p w14:paraId="1461611E" w14:textId="04EC3DAE" w:rsidR="00423486" w:rsidRPr="00423486" w:rsidRDefault="00423486" w:rsidP="00423486">
      <w:pPr>
        <w:spacing w:after="360" w:line="240" w:lineRule="auto"/>
        <w:ind w:left="2552" w:hanging="2552"/>
        <w:rPr>
          <w:rFonts w:ascii="Calibri" w:hAnsi="Calibri" w:cs="Times New Roman"/>
          <w:b/>
          <w:bCs/>
          <w:sz w:val="32"/>
          <w:szCs w:val="32"/>
        </w:rPr>
      </w:pPr>
      <w:r w:rsidRPr="0031308B">
        <w:rPr>
          <w:rFonts w:ascii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D76D20" wp14:editId="41824B6D">
                <wp:simplePos x="0" y="0"/>
                <wp:positionH relativeFrom="column">
                  <wp:posOffset>4962525</wp:posOffset>
                </wp:positionH>
                <wp:positionV relativeFrom="page">
                  <wp:posOffset>8646795</wp:posOffset>
                </wp:positionV>
                <wp:extent cx="914400" cy="1188720"/>
                <wp:effectExtent l="11430" t="5080" r="7620" b="635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5A1A3" w14:textId="77777777" w:rsidR="00423486" w:rsidRDefault="00423486" w:rsidP="00423486">
                            <w:pPr>
                              <w:ind w:firstLine="0"/>
                            </w:pPr>
                            <w:r>
                              <w:t>Výtisk č.:</w:t>
                            </w:r>
                          </w:p>
                          <w:p w14:paraId="46069F90" w14:textId="77777777" w:rsidR="00423486" w:rsidRDefault="00423486" w:rsidP="00423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76D20" id="_x0000_s1027" type="#_x0000_t202" style="position:absolute;left:0;text-align:left;margin-left:390.75pt;margin-top:680.85pt;width:1in;height:9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" o:allowincell="f">
                <v:stroke dashstyle="1 1" endcap="round"/>
                <v:textbox>
                  <w:txbxContent>
                    <w:p w14:paraId="0FB5A1A3" w14:textId="77777777" w:rsidR="00423486" w:rsidRDefault="00423486" w:rsidP="00423486">
                      <w:pPr>
                        <w:ind w:firstLine="0"/>
                      </w:pPr>
                      <w:r>
                        <w:t>Výtisk č.:</w:t>
                      </w:r>
                    </w:p>
                    <w:p w14:paraId="46069F90" w14:textId="77777777" w:rsidR="00423486" w:rsidRDefault="00423486" w:rsidP="00423486"/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Calibri" w:hAnsi="Calibri" w:cs="Times New Roman"/>
          <w:szCs w:val="24"/>
        </w:rPr>
        <w:t xml:space="preserve">Číslo </w:t>
      </w:r>
      <w:proofErr w:type="gramStart"/>
      <w:r>
        <w:rPr>
          <w:rFonts w:ascii="Calibri" w:hAnsi="Calibri" w:cs="Times New Roman"/>
          <w:szCs w:val="24"/>
        </w:rPr>
        <w:t>zakázky</w:t>
      </w:r>
      <w:r>
        <w:rPr>
          <w:rFonts w:ascii="Calibri" w:hAnsi="Calibri" w:cs="Times New Roman"/>
          <w:szCs w:val="24"/>
        </w:rPr>
        <w:t>:</w:t>
      </w:r>
      <w:r>
        <w:rPr>
          <w:rFonts w:ascii="Calibri" w:hAnsi="Calibri" w:cs="Times New Roman"/>
          <w:szCs w:val="24"/>
        </w:rPr>
        <w:t xml:space="preserve">   </w:t>
      </w:r>
      <w:proofErr w:type="gramEnd"/>
      <w:r>
        <w:rPr>
          <w:rFonts w:ascii="Calibri" w:hAnsi="Calibri" w:cs="Times New Roman"/>
          <w:szCs w:val="24"/>
        </w:rPr>
        <w:t xml:space="preserve">       </w:t>
      </w:r>
      <w:proofErr w:type="spellStart"/>
      <w:r w:rsidRPr="00423486">
        <w:rPr>
          <w:rFonts w:ascii="Calibri" w:hAnsi="Calibri" w:cs="Times New Roman"/>
          <w:b/>
          <w:bCs/>
          <w:sz w:val="32"/>
          <w:szCs w:val="32"/>
        </w:rPr>
        <w:t>P039</w:t>
      </w:r>
      <w:proofErr w:type="spellEnd"/>
      <w:r w:rsidRPr="00423486">
        <w:rPr>
          <w:rFonts w:ascii="Calibri" w:hAnsi="Calibri" w:cs="Times New Roman"/>
          <w:b/>
          <w:bCs/>
          <w:sz w:val="32"/>
          <w:szCs w:val="32"/>
        </w:rPr>
        <w:t>-20</w:t>
      </w:r>
    </w:p>
    <w:p w14:paraId="67D5458B" w14:textId="77777777" w:rsidR="00423486" w:rsidRPr="0031308B" w:rsidRDefault="00423486" w:rsidP="00423486">
      <w:pPr>
        <w:spacing w:after="360" w:line="240" w:lineRule="auto"/>
        <w:ind w:left="2552" w:hanging="2552"/>
        <w:rPr>
          <w:rFonts w:ascii="Calibri" w:hAnsi="Calibri" w:cs="Times New Roman"/>
          <w:szCs w:val="24"/>
        </w:rPr>
      </w:pPr>
    </w:p>
    <w:tbl>
      <w:tblPr>
        <w:tblpPr w:leftFromText="141" w:rightFromText="141" w:topFromText="360" w:bottomFromText="120" w:vertAnchor="text" w:horzAnchor="margin" w:tblpY="2298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5896"/>
      </w:tblGrid>
      <w:tr w:rsidR="0031308B" w:rsidRPr="0031308B" w14:paraId="0CE0A52D" w14:textId="77777777" w:rsidTr="00423486">
        <w:trPr>
          <w:cantSplit/>
          <w:trHeight w:val="431"/>
        </w:trPr>
        <w:tc>
          <w:tcPr>
            <w:tcW w:w="1829" w:type="dxa"/>
            <w:vAlign w:val="center"/>
          </w:tcPr>
          <w:p w14:paraId="4A551796" w14:textId="67F53EF1" w:rsidR="0031308B" w:rsidRPr="0031308B" w:rsidRDefault="0031308B" w:rsidP="0031308B">
            <w:pPr>
              <w:tabs>
                <w:tab w:val="center" w:pos="4536"/>
                <w:tab w:val="right" w:pos="9072"/>
              </w:tabs>
              <w:spacing w:after="0" w:line="240" w:lineRule="auto"/>
              <w:ind w:right="-851" w:firstLine="0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896" w:type="dxa"/>
            <w:vAlign w:val="center"/>
          </w:tcPr>
          <w:p w14:paraId="3D76AD3C" w14:textId="1F324E5E" w:rsidR="0031308B" w:rsidRPr="0031308B" w:rsidRDefault="0031308B" w:rsidP="0031308B">
            <w:pPr>
              <w:tabs>
                <w:tab w:val="center" w:pos="4536"/>
                <w:tab w:val="right" w:pos="9072"/>
              </w:tabs>
              <w:spacing w:after="0" w:line="240" w:lineRule="auto"/>
              <w:ind w:left="723" w:right="-851" w:firstLine="0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  <w:bookmarkStart w:id="11" w:name="ac_t"/>
            <w:bookmarkEnd w:id="11"/>
          </w:p>
        </w:tc>
      </w:tr>
      <w:tr w:rsidR="0031308B" w:rsidRPr="0031308B" w14:paraId="624D17C2" w14:textId="77777777" w:rsidTr="00423486">
        <w:trPr>
          <w:cantSplit/>
          <w:trHeight w:val="431"/>
        </w:trPr>
        <w:tc>
          <w:tcPr>
            <w:tcW w:w="1829" w:type="dxa"/>
            <w:vAlign w:val="center"/>
          </w:tcPr>
          <w:p w14:paraId="212D62AD" w14:textId="7ABBAD53" w:rsidR="0031308B" w:rsidRPr="0031308B" w:rsidRDefault="0031308B" w:rsidP="0031308B">
            <w:pPr>
              <w:tabs>
                <w:tab w:val="center" w:pos="4536"/>
                <w:tab w:val="right" w:pos="9072"/>
              </w:tabs>
              <w:spacing w:after="0" w:line="240" w:lineRule="auto"/>
              <w:ind w:right="-851" w:firstLine="0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896" w:type="dxa"/>
            <w:vAlign w:val="center"/>
          </w:tcPr>
          <w:p w14:paraId="652F4A95" w14:textId="13DC0515" w:rsidR="0031308B" w:rsidRPr="0031308B" w:rsidRDefault="0031308B" w:rsidP="0031308B">
            <w:pPr>
              <w:tabs>
                <w:tab w:val="center" w:pos="4536"/>
                <w:tab w:val="right" w:pos="9072"/>
              </w:tabs>
              <w:spacing w:after="0" w:line="240" w:lineRule="auto"/>
              <w:ind w:left="723" w:right="-851" w:firstLine="0"/>
              <w:rPr>
                <w:rFonts w:ascii="Arial" w:eastAsia="Times New Roman" w:hAnsi="Arial" w:cs="Times New Roman"/>
                <w:b/>
                <w:sz w:val="20"/>
                <w:szCs w:val="20"/>
                <w:lang w:eastAsia="cs-CZ"/>
              </w:rPr>
            </w:pPr>
          </w:p>
        </w:tc>
      </w:tr>
    </w:tbl>
    <w:p w14:paraId="4E992787" w14:textId="1537A3F6" w:rsidR="0031308B" w:rsidRPr="0031308B" w:rsidRDefault="0031308B" w:rsidP="00423486">
      <w:pPr>
        <w:spacing w:line="240" w:lineRule="auto"/>
        <w:ind w:firstLine="578"/>
        <w:rPr>
          <w:rFonts w:ascii="Arial" w:hAnsi="Arial" w:cs="Arial"/>
        </w:rPr>
        <w:sectPr w:rsidR="0031308B" w:rsidRPr="0031308B" w:rsidSect="0052758A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284" w:right="1134" w:bottom="709" w:left="1134" w:header="284" w:footer="709" w:gutter="0"/>
          <w:cols w:space="708"/>
          <w:titlePg/>
          <w:docGrid w:linePitch="360"/>
        </w:sectPr>
      </w:pPr>
    </w:p>
    <w:bookmarkEnd w:id="0"/>
    <w:p w14:paraId="31BEDD90" w14:textId="361BC75E" w:rsidR="00A04AF1" w:rsidRDefault="00A04AF1" w:rsidP="00423486">
      <w:pPr>
        <w:ind w:firstLine="0"/>
        <w:jc w:val="left"/>
        <w:rPr>
          <w:b/>
          <w:bCs/>
        </w:rPr>
      </w:pPr>
    </w:p>
    <w:sectPr w:rsidR="00A04AF1" w:rsidSect="00CA7053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B8378" w14:textId="77777777" w:rsidR="008353B4" w:rsidRDefault="008353B4" w:rsidP="00872187">
      <w:r>
        <w:separator/>
      </w:r>
    </w:p>
    <w:p w14:paraId="461F6E28" w14:textId="77777777" w:rsidR="008353B4" w:rsidRDefault="008353B4" w:rsidP="00872187"/>
    <w:p w14:paraId="3ED1D87C" w14:textId="77777777" w:rsidR="008353B4" w:rsidRDefault="008353B4" w:rsidP="00872187"/>
    <w:p w14:paraId="136AF2BA" w14:textId="77777777" w:rsidR="008353B4" w:rsidRDefault="008353B4" w:rsidP="00872187"/>
    <w:p w14:paraId="08EE8FB5" w14:textId="77777777" w:rsidR="008353B4" w:rsidRDefault="008353B4" w:rsidP="00872187"/>
    <w:p w14:paraId="430BC6D4" w14:textId="77777777" w:rsidR="008353B4" w:rsidRDefault="008353B4" w:rsidP="00872187"/>
    <w:p w14:paraId="35D79612" w14:textId="77777777" w:rsidR="008353B4" w:rsidRDefault="008353B4" w:rsidP="00872187"/>
    <w:p w14:paraId="2AA50F53" w14:textId="77777777" w:rsidR="008353B4" w:rsidRDefault="008353B4" w:rsidP="00872187"/>
  </w:endnote>
  <w:endnote w:type="continuationSeparator" w:id="0">
    <w:p w14:paraId="3B999CD1" w14:textId="77777777" w:rsidR="008353B4" w:rsidRDefault="008353B4" w:rsidP="00872187">
      <w:r>
        <w:continuationSeparator/>
      </w:r>
    </w:p>
    <w:p w14:paraId="0F21E4E1" w14:textId="77777777" w:rsidR="008353B4" w:rsidRDefault="008353B4" w:rsidP="00872187"/>
    <w:p w14:paraId="2256553F" w14:textId="77777777" w:rsidR="008353B4" w:rsidRDefault="008353B4" w:rsidP="00872187"/>
    <w:p w14:paraId="65110CA1" w14:textId="77777777" w:rsidR="008353B4" w:rsidRDefault="008353B4" w:rsidP="00872187"/>
    <w:p w14:paraId="5A1E65E9" w14:textId="77777777" w:rsidR="008353B4" w:rsidRDefault="008353B4" w:rsidP="00872187"/>
    <w:p w14:paraId="5B388B49" w14:textId="77777777" w:rsidR="008353B4" w:rsidRDefault="008353B4" w:rsidP="00872187"/>
    <w:p w14:paraId="23446216" w14:textId="77777777" w:rsidR="008353B4" w:rsidRDefault="008353B4" w:rsidP="00872187"/>
    <w:p w14:paraId="1173B56B" w14:textId="77777777" w:rsidR="008353B4" w:rsidRDefault="008353B4" w:rsidP="00872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A238D" w14:textId="77777777" w:rsidR="00636FA4" w:rsidRDefault="00636FA4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22D488" w14:textId="77777777" w:rsidR="00636FA4" w:rsidRDefault="00636FA4" w:rsidP="006D4D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E7124" w14:textId="77777777" w:rsidR="00636FA4" w:rsidRPr="00D63F17" w:rsidRDefault="00636FA4" w:rsidP="000E154B">
    <w:pPr>
      <w:pBdr>
        <w:top w:val="single" w:sz="4" w:space="1" w:color="auto"/>
      </w:pBdr>
      <w:tabs>
        <w:tab w:val="center" w:pos="4395"/>
        <w:tab w:val="left" w:pos="8505"/>
      </w:tabs>
      <w:ind w:left="-851" w:right="-709" w:firstLine="0"/>
      <w:rPr>
        <w:sz w:val="16"/>
        <w:szCs w:val="16"/>
      </w:rPr>
    </w:pPr>
    <w:r w:rsidRPr="00D63F17">
      <w:rPr>
        <w:sz w:val="16"/>
        <w:szCs w:val="16"/>
      </w:rPr>
      <w:tab/>
    </w:r>
    <w:r w:rsidRPr="00D63F17">
      <w:rPr>
        <w:rStyle w:val="slostrnky"/>
        <w:sz w:val="16"/>
        <w:szCs w:val="16"/>
      </w:rPr>
      <w:t xml:space="preserve">- </w:t>
    </w:r>
    <w:r w:rsidRPr="00D63F17">
      <w:rPr>
        <w:rStyle w:val="slostrnky"/>
        <w:sz w:val="16"/>
        <w:szCs w:val="16"/>
      </w:rPr>
      <w:fldChar w:fldCharType="begin"/>
    </w:r>
    <w:r w:rsidRPr="00D63F17">
      <w:rPr>
        <w:rStyle w:val="slostrnky"/>
        <w:sz w:val="16"/>
        <w:szCs w:val="16"/>
      </w:rPr>
      <w:instrText xml:space="preserve">PAGE  </w:instrText>
    </w:r>
    <w:r w:rsidRPr="00D63F1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2</w:t>
    </w:r>
    <w:r w:rsidRPr="00D63F17">
      <w:rPr>
        <w:rStyle w:val="slostrnky"/>
        <w:sz w:val="16"/>
        <w:szCs w:val="16"/>
      </w:rPr>
      <w:fldChar w:fldCharType="end"/>
    </w:r>
    <w:r w:rsidRPr="00D63F17">
      <w:rPr>
        <w:rStyle w:val="slostrnky"/>
        <w:sz w:val="16"/>
        <w:szCs w:val="16"/>
      </w:rPr>
      <w:t xml:space="preserve"> -</w:t>
    </w:r>
    <w:r w:rsidRPr="00D63F17"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958C1" w14:textId="77777777" w:rsidR="00636FA4" w:rsidRDefault="00636FA4" w:rsidP="00872187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AE8C80" w14:textId="77777777" w:rsidR="00636FA4" w:rsidRDefault="00636FA4" w:rsidP="0087218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7D59E" w14:textId="77777777" w:rsidR="00636FA4" w:rsidRPr="00D63F17" w:rsidRDefault="00636FA4" w:rsidP="00C07ECF">
    <w:pPr>
      <w:jc w:val="center"/>
    </w:pPr>
    <w:r w:rsidRPr="00D63F17">
      <w:rPr>
        <w:rStyle w:val="slostrnky"/>
        <w:sz w:val="16"/>
        <w:szCs w:val="16"/>
      </w:rPr>
      <w:t xml:space="preserve">- </w:t>
    </w:r>
    <w:r w:rsidRPr="00D63F17">
      <w:rPr>
        <w:rStyle w:val="slostrnky"/>
        <w:sz w:val="16"/>
        <w:szCs w:val="16"/>
      </w:rPr>
      <w:fldChar w:fldCharType="begin"/>
    </w:r>
    <w:r w:rsidRPr="00D63F17">
      <w:rPr>
        <w:rStyle w:val="slostrnky"/>
        <w:sz w:val="16"/>
        <w:szCs w:val="16"/>
      </w:rPr>
      <w:instrText xml:space="preserve">PAGE  </w:instrText>
    </w:r>
    <w:r w:rsidRPr="00D63F17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2</w:t>
    </w:r>
    <w:r w:rsidRPr="00D63F17">
      <w:rPr>
        <w:rStyle w:val="slostrnky"/>
        <w:sz w:val="16"/>
        <w:szCs w:val="16"/>
      </w:rPr>
      <w:fldChar w:fldCharType="end"/>
    </w:r>
    <w:r w:rsidRPr="00D63F17">
      <w:rPr>
        <w:rStyle w:val="slostrnky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8BCCA" w14:textId="77777777" w:rsidR="008353B4" w:rsidRDefault="008353B4" w:rsidP="00872187">
      <w:r>
        <w:separator/>
      </w:r>
    </w:p>
    <w:p w14:paraId="267F88F8" w14:textId="77777777" w:rsidR="008353B4" w:rsidRDefault="008353B4" w:rsidP="00872187"/>
    <w:p w14:paraId="05B6680A" w14:textId="77777777" w:rsidR="008353B4" w:rsidRDefault="008353B4" w:rsidP="00872187"/>
    <w:p w14:paraId="41C20839" w14:textId="77777777" w:rsidR="008353B4" w:rsidRDefault="008353B4" w:rsidP="00872187"/>
    <w:p w14:paraId="4BC23C36" w14:textId="77777777" w:rsidR="008353B4" w:rsidRDefault="008353B4" w:rsidP="00872187"/>
    <w:p w14:paraId="758CC4B9" w14:textId="77777777" w:rsidR="008353B4" w:rsidRDefault="008353B4" w:rsidP="00872187"/>
    <w:p w14:paraId="3463D6A2" w14:textId="77777777" w:rsidR="008353B4" w:rsidRDefault="008353B4" w:rsidP="00872187"/>
    <w:p w14:paraId="752DCE34" w14:textId="77777777" w:rsidR="008353B4" w:rsidRDefault="008353B4" w:rsidP="00872187"/>
  </w:footnote>
  <w:footnote w:type="continuationSeparator" w:id="0">
    <w:p w14:paraId="0ACD130E" w14:textId="77777777" w:rsidR="008353B4" w:rsidRDefault="008353B4" w:rsidP="00872187">
      <w:r>
        <w:continuationSeparator/>
      </w:r>
    </w:p>
    <w:p w14:paraId="7860B043" w14:textId="77777777" w:rsidR="008353B4" w:rsidRDefault="008353B4" w:rsidP="00872187"/>
    <w:p w14:paraId="3056F2AD" w14:textId="77777777" w:rsidR="008353B4" w:rsidRDefault="008353B4" w:rsidP="00872187"/>
    <w:p w14:paraId="12A8A5E6" w14:textId="77777777" w:rsidR="008353B4" w:rsidRDefault="008353B4" w:rsidP="00872187"/>
    <w:p w14:paraId="6AF1343B" w14:textId="77777777" w:rsidR="008353B4" w:rsidRDefault="008353B4" w:rsidP="00872187"/>
    <w:p w14:paraId="426DA6CE" w14:textId="77777777" w:rsidR="008353B4" w:rsidRDefault="008353B4" w:rsidP="00872187"/>
    <w:p w14:paraId="03A511EB" w14:textId="77777777" w:rsidR="008353B4" w:rsidRDefault="008353B4" w:rsidP="00872187"/>
    <w:p w14:paraId="6EAD191E" w14:textId="77777777" w:rsidR="008353B4" w:rsidRDefault="008353B4" w:rsidP="008721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9BAB7" w14:textId="77777777" w:rsidR="00636FA4" w:rsidRDefault="00636FA4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ACC2F8" w14:textId="77777777" w:rsidR="00636FA4" w:rsidRDefault="00636FA4" w:rsidP="006D4D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90C6A" w14:textId="77777777" w:rsidR="00636FA4" w:rsidRPr="00C53B54" w:rsidRDefault="008353B4" w:rsidP="000E154B">
    <w:pPr>
      <w:pStyle w:val="Zhlav"/>
      <w:tabs>
        <w:tab w:val="clear" w:pos="4536"/>
        <w:tab w:val="clear" w:pos="9072"/>
        <w:tab w:val="right" w:pos="9781"/>
      </w:tabs>
      <w:ind w:left="-851" w:right="-709" w:firstLine="0"/>
      <w:rPr>
        <w:sz w:val="16"/>
        <w:szCs w:val="16"/>
        <w:u w:val="single"/>
      </w:rPr>
    </w:pPr>
    <w:sdt>
      <w:sdtPr>
        <w:rPr>
          <w:sz w:val="16"/>
          <w:szCs w:val="16"/>
          <w:u w:val="single"/>
        </w:rPr>
        <w:id w:val="108076544"/>
        <w:placeholder>
          <w:docPart w:val="EF4DEDB8A6A7491E9B58DB27F22B1B45"/>
        </w:placeholder>
        <w:dropDownList>
          <w:listItem w:value="Zvolte položku."/>
          <w:listItem w:displayText="Technická zpráva" w:value="Technická zpráva"/>
          <w:listItem w:displayText="Studie" w:value="Studie"/>
        </w:dropDownList>
      </w:sdtPr>
      <w:sdtEndPr/>
      <w:sdtContent>
        <w:r w:rsidR="00636FA4">
          <w:rPr>
            <w:sz w:val="16"/>
            <w:szCs w:val="16"/>
            <w:u w:val="single"/>
          </w:rPr>
          <w:t>Technická zpráva</w:t>
        </w:r>
      </w:sdtContent>
    </w:sdt>
    <w:bookmarkStart w:id="12" w:name="ac_z"/>
    <w:bookmarkEnd w:id="12"/>
    <w:r w:rsidR="00636FA4">
      <w:rPr>
        <w:sz w:val="16"/>
        <w:szCs w:val="16"/>
        <w:u w:val="singl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F1B7F" w14:textId="77777777" w:rsidR="00636FA4" w:rsidRDefault="00636FA4" w:rsidP="00872187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DEC6DB" w14:textId="77777777" w:rsidR="00636FA4" w:rsidRDefault="00636FA4" w:rsidP="0087218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FBB1B" w14:textId="1F0F238D" w:rsidR="00636FA4" w:rsidRPr="005D1382" w:rsidRDefault="00636FA4" w:rsidP="005D1382">
    <w:pPr>
      <w:pStyle w:val="Zhlav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Technická zpráva – Rekonstrukce zdroje tepla </w:t>
    </w:r>
    <w:proofErr w:type="spellStart"/>
    <w:r>
      <w:rPr>
        <w:rFonts w:asciiTheme="minorHAnsi" w:hAnsiTheme="minorHAnsi"/>
        <w:sz w:val="22"/>
        <w:szCs w:val="22"/>
      </w:rPr>
      <w:t>IVEP</w:t>
    </w:r>
    <w:proofErr w:type="spellEnd"/>
    <w:r>
      <w:rPr>
        <w:rFonts w:asciiTheme="minorHAnsi" w:hAnsiTheme="minorHAnsi"/>
        <w:sz w:val="22"/>
        <w:szCs w:val="22"/>
      </w:rPr>
      <w:t xml:space="preserve"> Brno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E84A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731A3B"/>
    <w:multiLevelType w:val="multilevel"/>
    <w:tmpl w:val="23609A3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E95395"/>
    <w:multiLevelType w:val="hybridMultilevel"/>
    <w:tmpl w:val="7D78F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D4894"/>
    <w:multiLevelType w:val="hybridMultilevel"/>
    <w:tmpl w:val="6C323BC0"/>
    <w:lvl w:ilvl="0" w:tplc="980EB95E">
      <w:start w:val="1"/>
      <w:numFmt w:val="decimal"/>
      <w:pStyle w:val="Bezmezer"/>
      <w:lvlText w:val="%1.1"/>
      <w:lvlJc w:val="left"/>
      <w:pPr>
        <w:ind w:left="163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358" w:hanging="360"/>
      </w:pPr>
    </w:lvl>
    <w:lvl w:ilvl="2" w:tplc="0405001B" w:tentative="1">
      <w:start w:val="1"/>
      <w:numFmt w:val="lowerRoman"/>
      <w:lvlText w:val="%3."/>
      <w:lvlJc w:val="right"/>
      <w:pPr>
        <w:ind w:left="3078" w:hanging="180"/>
      </w:pPr>
    </w:lvl>
    <w:lvl w:ilvl="3" w:tplc="0405000F" w:tentative="1">
      <w:start w:val="1"/>
      <w:numFmt w:val="decimal"/>
      <w:lvlText w:val="%4."/>
      <w:lvlJc w:val="left"/>
      <w:pPr>
        <w:ind w:left="3798" w:hanging="360"/>
      </w:pPr>
    </w:lvl>
    <w:lvl w:ilvl="4" w:tplc="04050019" w:tentative="1">
      <w:start w:val="1"/>
      <w:numFmt w:val="lowerLetter"/>
      <w:lvlText w:val="%5."/>
      <w:lvlJc w:val="left"/>
      <w:pPr>
        <w:ind w:left="4518" w:hanging="360"/>
      </w:pPr>
    </w:lvl>
    <w:lvl w:ilvl="5" w:tplc="0405001B" w:tentative="1">
      <w:start w:val="1"/>
      <w:numFmt w:val="lowerRoman"/>
      <w:lvlText w:val="%6."/>
      <w:lvlJc w:val="right"/>
      <w:pPr>
        <w:ind w:left="5238" w:hanging="180"/>
      </w:pPr>
    </w:lvl>
    <w:lvl w:ilvl="6" w:tplc="0405000F" w:tentative="1">
      <w:start w:val="1"/>
      <w:numFmt w:val="decimal"/>
      <w:lvlText w:val="%7."/>
      <w:lvlJc w:val="left"/>
      <w:pPr>
        <w:ind w:left="5958" w:hanging="360"/>
      </w:pPr>
    </w:lvl>
    <w:lvl w:ilvl="7" w:tplc="04050019" w:tentative="1">
      <w:start w:val="1"/>
      <w:numFmt w:val="lowerLetter"/>
      <w:lvlText w:val="%8."/>
      <w:lvlJc w:val="left"/>
      <w:pPr>
        <w:ind w:left="6678" w:hanging="360"/>
      </w:pPr>
    </w:lvl>
    <w:lvl w:ilvl="8" w:tplc="040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4" w15:restartNumberingAfterBreak="0">
    <w:nsid w:val="26D31E7F"/>
    <w:multiLevelType w:val="multilevel"/>
    <w:tmpl w:val="5B08B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A023F"/>
    <w:multiLevelType w:val="hybridMultilevel"/>
    <w:tmpl w:val="D39C9C3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9202FCB"/>
    <w:multiLevelType w:val="hybridMultilevel"/>
    <w:tmpl w:val="67521B64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C70064"/>
    <w:multiLevelType w:val="hybridMultilevel"/>
    <w:tmpl w:val="40C6550E"/>
    <w:lvl w:ilvl="0" w:tplc="9814D52A">
      <w:numFmt w:val="bullet"/>
      <w:lvlText w:val="-"/>
      <w:lvlJc w:val="left"/>
      <w:pPr>
        <w:ind w:left="1264" w:hanging="360"/>
      </w:pPr>
      <w:rPr>
        <w:rFonts w:ascii="Calibri" w:eastAsia="Calibri" w:hAnsi="Calibri" w:cs="Calibri" w:hint="default"/>
        <w:w w:val="105"/>
      </w:rPr>
    </w:lvl>
    <w:lvl w:ilvl="1" w:tplc="040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8" w15:restartNumberingAfterBreak="0">
    <w:nsid w:val="4931263C"/>
    <w:multiLevelType w:val="hybridMultilevel"/>
    <w:tmpl w:val="D2B6345E"/>
    <w:lvl w:ilvl="0" w:tplc="64D83EA0">
      <w:start w:val="1"/>
      <w:numFmt w:val="decimal"/>
      <w:pStyle w:val="tok2"/>
      <w:lvlText w:val="%1.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B2D3AB3"/>
    <w:multiLevelType w:val="hybridMultilevel"/>
    <w:tmpl w:val="ED0462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84661"/>
    <w:multiLevelType w:val="hybridMultilevel"/>
    <w:tmpl w:val="524A6D34"/>
    <w:lvl w:ilvl="0" w:tplc="3A949388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9189C"/>
    <w:multiLevelType w:val="multilevel"/>
    <w:tmpl w:val="CC0221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oK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4A5168"/>
    <w:multiLevelType w:val="multilevel"/>
    <w:tmpl w:val="792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4A2EB4"/>
    <w:multiLevelType w:val="multilevel"/>
    <w:tmpl w:val="FD22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E47562"/>
    <w:multiLevelType w:val="multilevel"/>
    <w:tmpl w:val="76F4FAA2"/>
    <w:lvl w:ilvl="0">
      <w:start w:val="8"/>
      <w:numFmt w:val="decimal"/>
      <w:lvlText w:val="%1"/>
      <w:lvlJc w:val="left"/>
      <w:pPr>
        <w:ind w:left="914" w:hanging="5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543"/>
      </w:pPr>
      <w:rPr>
        <w:rFonts w:ascii="Calibri" w:eastAsia="Calibri" w:hAnsi="Calibri" w:cs="Calibri" w:hint="default"/>
        <w:b/>
        <w:bCs/>
        <w:spacing w:val="-4"/>
        <w:w w:val="103"/>
        <w:sz w:val="20"/>
        <w:szCs w:val="20"/>
      </w:rPr>
    </w:lvl>
    <w:lvl w:ilvl="2">
      <w:numFmt w:val="bullet"/>
      <w:lvlText w:val="•"/>
      <w:lvlJc w:val="left"/>
      <w:pPr>
        <w:ind w:left="2540" w:hanging="543"/>
      </w:pPr>
      <w:rPr>
        <w:rFonts w:hint="default"/>
      </w:rPr>
    </w:lvl>
    <w:lvl w:ilvl="3">
      <w:numFmt w:val="bullet"/>
      <w:lvlText w:val="•"/>
      <w:lvlJc w:val="left"/>
      <w:pPr>
        <w:ind w:left="3350" w:hanging="543"/>
      </w:pPr>
      <w:rPr>
        <w:rFonts w:hint="default"/>
      </w:rPr>
    </w:lvl>
    <w:lvl w:ilvl="4">
      <w:numFmt w:val="bullet"/>
      <w:lvlText w:val="•"/>
      <w:lvlJc w:val="left"/>
      <w:pPr>
        <w:ind w:left="4160" w:hanging="543"/>
      </w:pPr>
      <w:rPr>
        <w:rFonts w:hint="default"/>
      </w:rPr>
    </w:lvl>
    <w:lvl w:ilvl="5">
      <w:numFmt w:val="bullet"/>
      <w:lvlText w:val="•"/>
      <w:lvlJc w:val="left"/>
      <w:pPr>
        <w:ind w:left="4970" w:hanging="543"/>
      </w:pPr>
      <w:rPr>
        <w:rFonts w:hint="default"/>
      </w:rPr>
    </w:lvl>
    <w:lvl w:ilvl="6">
      <w:numFmt w:val="bullet"/>
      <w:lvlText w:val="•"/>
      <w:lvlJc w:val="left"/>
      <w:pPr>
        <w:ind w:left="5780" w:hanging="543"/>
      </w:pPr>
      <w:rPr>
        <w:rFonts w:hint="default"/>
      </w:rPr>
    </w:lvl>
    <w:lvl w:ilvl="7">
      <w:numFmt w:val="bullet"/>
      <w:lvlText w:val="•"/>
      <w:lvlJc w:val="left"/>
      <w:pPr>
        <w:ind w:left="6590" w:hanging="543"/>
      </w:pPr>
      <w:rPr>
        <w:rFonts w:hint="default"/>
      </w:rPr>
    </w:lvl>
    <w:lvl w:ilvl="8">
      <w:numFmt w:val="bullet"/>
      <w:lvlText w:val="•"/>
      <w:lvlJc w:val="left"/>
      <w:pPr>
        <w:ind w:left="7400" w:hanging="543"/>
      </w:pPr>
      <w:rPr>
        <w:rFonts w:hint="default"/>
      </w:rPr>
    </w:lvl>
  </w:abstractNum>
  <w:abstractNum w:abstractNumId="16" w15:restartNumberingAfterBreak="0">
    <w:nsid w:val="6FAA13EA"/>
    <w:multiLevelType w:val="hybridMultilevel"/>
    <w:tmpl w:val="684EE74E"/>
    <w:lvl w:ilvl="0" w:tplc="457C1F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67E1A5B"/>
    <w:multiLevelType w:val="multilevel"/>
    <w:tmpl w:val="8F0C4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281AFA"/>
    <w:multiLevelType w:val="singleLevel"/>
    <w:tmpl w:val="6B24C6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7653CF5"/>
    <w:multiLevelType w:val="multilevel"/>
    <w:tmpl w:val="6E788C7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E09658E"/>
    <w:multiLevelType w:val="hybridMultilevel"/>
    <w:tmpl w:val="9D6A5C44"/>
    <w:lvl w:ilvl="0" w:tplc="0F94DE5E">
      <w:numFmt w:val="bullet"/>
      <w:lvlText w:val="-"/>
      <w:lvlJc w:val="left"/>
      <w:pPr>
        <w:ind w:left="1240" w:hanging="336"/>
      </w:pPr>
      <w:rPr>
        <w:rFonts w:ascii="Arial" w:eastAsia="Arial" w:hAnsi="Arial" w:cs="Arial" w:hint="default"/>
        <w:w w:val="103"/>
        <w:sz w:val="20"/>
        <w:szCs w:val="20"/>
      </w:rPr>
    </w:lvl>
    <w:lvl w:ilvl="1" w:tplc="72DCEF68">
      <w:numFmt w:val="bullet"/>
      <w:lvlText w:val="•"/>
      <w:lvlJc w:val="left"/>
      <w:pPr>
        <w:ind w:left="2018" w:hanging="336"/>
      </w:pPr>
      <w:rPr>
        <w:rFonts w:hint="default"/>
      </w:rPr>
    </w:lvl>
    <w:lvl w:ilvl="2" w:tplc="29EED6FE">
      <w:numFmt w:val="bullet"/>
      <w:lvlText w:val="•"/>
      <w:lvlJc w:val="left"/>
      <w:pPr>
        <w:ind w:left="2796" w:hanging="336"/>
      </w:pPr>
      <w:rPr>
        <w:rFonts w:hint="default"/>
      </w:rPr>
    </w:lvl>
    <w:lvl w:ilvl="3" w:tplc="7DB619FC">
      <w:numFmt w:val="bullet"/>
      <w:lvlText w:val="•"/>
      <w:lvlJc w:val="left"/>
      <w:pPr>
        <w:ind w:left="3574" w:hanging="336"/>
      </w:pPr>
      <w:rPr>
        <w:rFonts w:hint="default"/>
      </w:rPr>
    </w:lvl>
    <w:lvl w:ilvl="4" w:tplc="17B626BE">
      <w:numFmt w:val="bullet"/>
      <w:lvlText w:val="•"/>
      <w:lvlJc w:val="left"/>
      <w:pPr>
        <w:ind w:left="4352" w:hanging="336"/>
      </w:pPr>
      <w:rPr>
        <w:rFonts w:hint="default"/>
      </w:rPr>
    </w:lvl>
    <w:lvl w:ilvl="5" w:tplc="93B4DF42">
      <w:numFmt w:val="bullet"/>
      <w:lvlText w:val="•"/>
      <w:lvlJc w:val="left"/>
      <w:pPr>
        <w:ind w:left="5130" w:hanging="336"/>
      </w:pPr>
      <w:rPr>
        <w:rFonts w:hint="default"/>
      </w:rPr>
    </w:lvl>
    <w:lvl w:ilvl="6" w:tplc="7B0284A2">
      <w:numFmt w:val="bullet"/>
      <w:lvlText w:val="•"/>
      <w:lvlJc w:val="left"/>
      <w:pPr>
        <w:ind w:left="5908" w:hanging="336"/>
      </w:pPr>
      <w:rPr>
        <w:rFonts w:hint="default"/>
      </w:rPr>
    </w:lvl>
    <w:lvl w:ilvl="7" w:tplc="CF9C490C">
      <w:numFmt w:val="bullet"/>
      <w:lvlText w:val="•"/>
      <w:lvlJc w:val="left"/>
      <w:pPr>
        <w:ind w:left="6686" w:hanging="336"/>
      </w:pPr>
      <w:rPr>
        <w:rFonts w:hint="default"/>
      </w:rPr>
    </w:lvl>
    <w:lvl w:ilvl="8" w:tplc="E4B45602">
      <w:numFmt w:val="bullet"/>
      <w:lvlText w:val="•"/>
      <w:lvlJc w:val="left"/>
      <w:pPr>
        <w:ind w:left="7464" w:hanging="336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6"/>
  </w:num>
  <w:num w:numId="4">
    <w:abstractNumId w:val="0"/>
  </w:num>
  <w:num w:numId="5">
    <w:abstractNumId w:val="18"/>
  </w:num>
  <w:num w:numId="6">
    <w:abstractNumId w:val="13"/>
  </w:num>
  <w:num w:numId="7">
    <w:abstractNumId w:val="4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16"/>
  </w:num>
  <w:num w:numId="13">
    <w:abstractNumId w:val="8"/>
  </w:num>
  <w:num w:numId="14">
    <w:abstractNumId w:val="12"/>
  </w:num>
  <w:num w:numId="15">
    <w:abstractNumId w:val="12"/>
  </w:num>
  <w:num w:numId="16">
    <w:abstractNumId w:val="12"/>
  </w:num>
  <w:num w:numId="17">
    <w:abstractNumId w:val="7"/>
  </w:num>
  <w:num w:numId="18">
    <w:abstractNumId w:val="20"/>
  </w:num>
  <w:num w:numId="19">
    <w:abstractNumId w:val="15"/>
  </w:num>
  <w:num w:numId="20">
    <w:abstractNumId w:val="12"/>
  </w:num>
  <w:num w:numId="21">
    <w:abstractNumId w:val="14"/>
  </w:num>
  <w:num w:numId="22">
    <w:abstractNumId w:val="17"/>
  </w:num>
  <w:num w:numId="23">
    <w:abstractNumId w:val="2"/>
  </w:num>
  <w:num w:numId="24">
    <w:abstractNumId w:val="1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68"/>
    <w:rsid w:val="000029B1"/>
    <w:rsid w:val="00002DA8"/>
    <w:rsid w:val="00003B78"/>
    <w:rsid w:val="00007211"/>
    <w:rsid w:val="00013D11"/>
    <w:rsid w:val="00014AE7"/>
    <w:rsid w:val="00017EBE"/>
    <w:rsid w:val="00020BCE"/>
    <w:rsid w:val="00021FFE"/>
    <w:rsid w:val="00025661"/>
    <w:rsid w:val="00030B99"/>
    <w:rsid w:val="000350F7"/>
    <w:rsid w:val="000365D1"/>
    <w:rsid w:val="00041187"/>
    <w:rsid w:val="00041793"/>
    <w:rsid w:val="00042383"/>
    <w:rsid w:val="00047277"/>
    <w:rsid w:val="00056124"/>
    <w:rsid w:val="0006475A"/>
    <w:rsid w:val="000751B9"/>
    <w:rsid w:val="00075BC5"/>
    <w:rsid w:val="000762C1"/>
    <w:rsid w:val="000810E6"/>
    <w:rsid w:val="0008357C"/>
    <w:rsid w:val="000850A2"/>
    <w:rsid w:val="000854BF"/>
    <w:rsid w:val="000871DA"/>
    <w:rsid w:val="00087D64"/>
    <w:rsid w:val="000927BC"/>
    <w:rsid w:val="000A05CA"/>
    <w:rsid w:val="000A4CE7"/>
    <w:rsid w:val="000A69FE"/>
    <w:rsid w:val="000B0DA2"/>
    <w:rsid w:val="000B2AAD"/>
    <w:rsid w:val="000B45B3"/>
    <w:rsid w:val="000B4A62"/>
    <w:rsid w:val="000C1397"/>
    <w:rsid w:val="000C31BE"/>
    <w:rsid w:val="000C4F4E"/>
    <w:rsid w:val="000C57B5"/>
    <w:rsid w:val="000C5E7F"/>
    <w:rsid w:val="000C60E3"/>
    <w:rsid w:val="000C719B"/>
    <w:rsid w:val="000D3993"/>
    <w:rsid w:val="000D46FA"/>
    <w:rsid w:val="000D478E"/>
    <w:rsid w:val="000D4AE2"/>
    <w:rsid w:val="000D7058"/>
    <w:rsid w:val="000D744D"/>
    <w:rsid w:val="000E154B"/>
    <w:rsid w:val="000E4C7A"/>
    <w:rsid w:val="000E7B88"/>
    <w:rsid w:val="000F017B"/>
    <w:rsid w:val="000F2FEF"/>
    <w:rsid w:val="000F52A3"/>
    <w:rsid w:val="00100A34"/>
    <w:rsid w:val="0010164E"/>
    <w:rsid w:val="001026C9"/>
    <w:rsid w:val="00102722"/>
    <w:rsid w:val="00102DFA"/>
    <w:rsid w:val="0010366E"/>
    <w:rsid w:val="00107591"/>
    <w:rsid w:val="00110595"/>
    <w:rsid w:val="001112C0"/>
    <w:rsid w:val="001128A5"/>
    <w:rsid w:val="001154C9"/>
    <w:rsid w:val="0011578E"/>
    <w:rsid w:val="00116EDC"/>
    <w:rsid w:val="0011731C"/>
    <w:rsid w:val="00117F13"/>
    <w:rsid w:val="00121170"/>
    <w:rsid w:val="00124527"/>
    <w:rsid w:val="00126D66"/>
    <w:rsid w:val="0012720E"/>
    <w:rsid w:val="00127E6E"/>
    <w:rsid w:val="00127EC4"/>
    <w:rsid w:val="001347E8"/>
    <w:rsid w:val="0013480C"/>
    <w:rsid w:val="00137A64"/>
    <w:rsid w:val="0014078A"/>
    <w:rsid w:val="00141070"/>
    <w:rsid w:val="00141DCF"/>
    <w:rsid w:val="00141DE2"/>
    <w:rsid w:val="00147AE8"/>
    <w:rsid w:val="00150D25"/>
    <w:rsid w:val="00153A8D"/>
    <w:rsid w:val="0015481F"/>
    <w:rsid w:val="001548E4"/>
    <w:rsid w:val="00155057"/>
    <w:rsid w:val="00155F14"/>
    <w:rsid w:val="001564E3"/>
    <w:rsid w:val="00160ABA"/>
    <w:rsid w:val="001718A7"/>
    <w:rsid w:val="00175807"/>
    <w:rsid w:val="00182261"/>
    <w:rsid w:val="00184372"/>
    <w:rsid w:val="00190A7E"/>
    <w:rsid w:val="00193E61"/>
    <w:rsid w:val="001946D8"/>
    <w:rsid w:val="001964D0"/>
    <w:rsid w:val="001A0819"/>
    <w:rsid w:val="001A1C09"/>
    <w:rsid w:val="001A4240"/>
    <w:rsid w:val="001A43FA"/>
    <w:rsid w:val="001A5FA4"/>
    <w:rsid w:val="001B08C6"/>
    <w:rsid w:val="001B4F53"/>
    <w:rsid w:val="001B78DF"/>
    <w:rsid w:val="001C33E4"/>
    <w:rsid w:val="001C49FE"/>
    <w:rsid w:val="001D0AFA"/>
    <w:rsid w:val="001D690B"/>
    <w:rsid w:val="001D70C5"/>
    <w:rsid w:val="001E0C96"/>
    <w:rsid w:val="001E3DB5"/>
    <w:rsid w:val="001E47B3"/>
    <w:rsid w:val="001E49EC"/>
    <w:rsid w:val="001F01B4"/>
    <w:rsid w:val="001F3218"/>
    <w:rsid w:val="002004DD"/>
    <w:rsid w:val="00200BEC"/>
    <w:rsid w:val="00210FF8"/>
    <w:rsid w:val="00216F49"/>
    <w:rsid w:val="00217546"/>
    <w:rsid w:val="00217C69"/>
    <w:rsid w:val="00222A28"/>
    <w:rsid w:val="00223134"/>
    <w:rsid w:val="0023137F"/>
    <w:rsid w:val="00236953"/>
    <w:rsid w:val="00236C50"/>
    <w:rsid w:val="00240F46"/>
    <w:rsid w:val="002412C8"/>
    <w:rsid w:val="00251F47"/>
    <w:rsid w:val="0025435A"/>
    <w:rsid w:val="00256D79"/>
    <w:rsid w:val="002576F3"/>
    <w:rsid w:val="00260138"/>
    <w:rsid w:val="00261710"/>
    <w:rsid w:val="002629C0"/>
    <w:rsid w:val="00266191"/>
    <w:rsid w:val="002668E4"/>
    <w:rsid w:val="00272D25"/>
    <w:rsid w:val="0027312C"/>
    <w:rsid w:val="00275A5E"/>
    <w:rsid w:val="0028024D"/>
    <w:rsid w:val="002819B0"/>
    <w:rsid w:val="00283305"/>
    <w:rsid w:val="00283A56"/>
    <w:rsid w:val="00283B72"/>
    <w:rsid w:val="00283E8C"/>
    <w:rsid w:val="00286A23"/>
    <w:rsid w:val="00292BC1"/>
    <w:rsid w:val="00293EFC"/>
    <w:rsid w:val="0029416D"/>
    <w:rsid w:val="002946D5"/>
    <w:rsid w:val="002946ED"/>
    <w:rsid w:val="00294D61"/>
    <w:rsid w:val="002A28E5"/>
    <w:rsid w:val="002A6D58"/>
    <w:rsid w:val="002B04D7"/>
    <w:rsid w:val="002B2040"/>
    <w:rsid w:val="002B27B4"/>
    <w:rsid w:val="002B7E33"/>
    <w:rsid w:val="002C318A"/>
    <w:rsid w:val="002D2D0C"/>
    <w:rsid w:val="002D6B08"/>
    <w:rsid w:val="002E201F"/>
    <w:rsid w:val="002E2CD9"/>
    <w:rsid w:val="002E3D80"/>
    <w:rsid w:val="002E4832"/>
    <w:rsid w:val="002E51A7"/>
    <w:rsid w:val="002E61C8"/>
    <w:rsid w:val="002F40D7"/>
    <w:rsid w:val="0030138E"/>
    <w:rsid w:val="00302D08"/>
    <w:rsid w:val="00306825"/>
    <w:rsid w:val="00306C31"/>
    <w:rsid w:val="003100D3"/>
    <w:rsid w:val="003105A9"/>
    <w:rsid w:val="0031308B"/>
    <w:rsid w:val="003157D8"/>
    <w:rsid w:val="00324FFD"/>
    <w:rsid w:val="0032607F"/>
    <w:rsid w:val="00326ACA"/>
    <w:rsid w:val="00327E79"/>
    <w:rsid w:val="00330C5D"/>
    <w:rsid w:val="00340633"/>
    <w:rsid w:val="00341570"/>
    <w:rsid w:val="00342F7B"/>
    <w:rsid w:val="003548B8"/>
    <w:rsid w:val="00355C9A"/>
    <w:rsid w:val="00356B11"/>
    <w:rsid w:val="0036188A"/>
    <w:rsid w:val="00361BFA"/>
    <w:rsid w:val="003669A1"/>
    <w:rsid w:val="003702BE"/>
    <w:rsid w:val="00376AB4"/>
    <w:rsid w:val="0038652F"/>
    <w:rsid w:val="003868AD"/>
    <w:rsid w:val="00386F04"/>
    <w:rsid w:val="00392D58"/>
    <w:rsid w:val="00396A2F"/>
    <w:rsid w:val="003A09B5"/>
    <w:rsid w:val="003A38FE"/>
    <w:rsid w:val="003B6A8F"/>
    <w:rsid w:val="003B7D20"/>
    <w:rsid w:val="003C22FE"/>
    <w:rsid w:val="003C3E9D"/>
    <w:rsid w:val="003C61F4"/>
    <w:rsid w:val="003D11F7"/>
    <w:rsid w:val="003D2481"/>
    <w:rsid w:val="003D4659"/>
    <w:rsid w:val="003D4EB9"/>
    <w:rsid w:val="003D7115"/>
    <w:rsid w:val="003E5AF4"/>
    <w:rsid w:val="003F09F8"/>
    <w:rsid w:val="003F2902"/>
    <w:rsid w:val="003F4606"/>
    <w:rsid w:val="003F685A"/>
    <w:rsid w:val="003F796C"/>
    <w:rsid w:val="004001B3"/>
    <w:rsid w:val="00400C88"/>
    <w:rsid w:val="00405C43"/>
    <w:rsid w:val="00406307"/>
    <w:rsid w:val="00412FA8"/>
    <w:rsid w:val="00416278"/>
    <w:rsid w:val="00417E43"/>
    <w:rsid w:val="00420EA0"/>
    <w:rsid w:val="00423486"/>
    <w:rsid w:val="00426850"/>
    <w:rsid w:val="00426BA9"/>
    <w:rsid w:val="00430370"/>
    <w:rsid w:val="0043067F"/>
    <w:rsid w:val="00430CBA"/>
    <w:rsid w:val="00432FB5"/>
    <w:rsid w:val="00435AFB"/>
    <w:rsid w:val="0044270B"/>
    <w:rsid w:val="00444354"/>
    <w:rsid w:val="0044612D"/>
    <w:rsid w:val="004479E6"/>
    <w:rsid w:val="00453CE1"/>
    <w:rsid w:val="00455EB0"/>
    <w:rsid w:val="004601A4"/>
    <w:rsid w:val="00462D92"/>
    <w:rsid w:val="00463EA4"/>
    <w:rsid w:val="0046564D"/>
    <w:rsid w:val="00466B52"/>
    <w:rsid w:val="00471E6B"/>
    <w:rsid w:val="00475BD6"/>
    <w:rsid w:val="00477754"/>
    <w:rsid w:val="0047798F"/>
    <w:rsid w:val="004851D8"/>
    <w:rsid w:val="0048716F"/>
    <w:rsid w:val="00494413"/>
    <w:rsid w:val="00495F66"/>
    <w:rsid w:val="00496CA1"/>
    <w:rsid w:val="004A1464"/>
    <w:rsid w:val="004A16ED"/>
    <w:rsid w:val="004A3810"/>
    <w:rsid w:val="004A39D0"/>
    <w:rsid w:val="004A4EF3"/>
    <w:rsid w:val="004A55C2"/>
    <w:rsid w:val="004A725B"/>
    <w:rsid w:val="004B00AD"/>
    <w:rsid w:val="004B7EBB"/>
    <w:rsid w:val="004D1F6B"/>
    <w:rsid w:val="004D352B"/>
    <w:rsid w:val="004E3FB3"/>
    <w:rsid w:val="004F61FA"/>
    <w:rsid w:val="00501E24"/>
    <w:rsid w:val="00502B26"/>
    <w:rsid w:val="0050386D"/>
    <w:rsid w:val="00504AB4"/>
    <w:rsid w:val="00504F4C"/>
    <w:rsid w:val="005056E8"/>
    <w:rsid w:val="00505C38"/>
    <w:rsid w:val="00510F67"/>
    <w:rsid w:val="00514D17"/>
    <w:rsid w:val="005154CD"/>
    <w:rsid w:val="00515896"/>
    <w:rsid w:val="0052256B"/>
    <w:rsid w:val="005231D7"/>
    <w:rsid w:val="0052394C"/>
    <w:rsid w:val="0052416A"/>
    <w:rsid w:val="005250A3"/>
    <w:rsid w:val="00526DCF"/>
    <w:rsid w:val="0052758A"/>
    <w:rsid w:val="00532771"/>
    <w:rsid w:val="005461B3"/>
    <w:rsid w:val="0054748F"/>
    <w:rsid w:val="005477D0"/>
    <w:rsid w:val="00552613"/>
    <w:rsid w:val="00552F84"/>
    <w:rsid w:val="00553115"/>
    <w:rsid w:val="005538BF"/>
    <w:rsid w:val="0056116F"/>
    <w:rsid w:val="00562DE8"/>
    <w:rsid w:val="005632D8"/>
    <w:rsid w:val="00565446"/>
    <w:rsid w:val="00566B5E"/>
    <w:rsid w:val="00570532"/>
    <w:rsid w:val="005807D5"/>
    <w:rsid w:val="00581058"/>
    <w:rsid w:val="005813FB"/>
    <w:rsid w:val="00582076"/>
    <w:rsid w:val="005823C7"/>
    <w:rsid w:val="00586F35"/>
    <w:rsid w:val="00590B2B"/>
    <w:rsid w:val="00590FE4"/>
    <w:rsid w:val="005925BD"/>
    <w:rsid w:val="00593F84"/>
    <w:rsid w:val="005A4272"/>
    <w:rsid w:val="005A788F"/>
    <w:rsid w:val="005B5CA5"/>
    <w:rsid w:val="005B690B"/>
    <w:rsid w:val="005C53AE"/>
    <w:rsid w:val="005D1382"/>
    <w:rsid w:val="005D43FE"/>
    <w:rsid w:val="005E417E"/>
    <w:rsid w:val="005E539A"/>
    <w:rsid w:val="005E5E2A"/>
    <w:rsid w:val="005E645D"/>
    <w:rsid w:val="005F04E7"/>
    <w:rsid w:val="005F0E73"/>
    <w:rsid w:val="005F1771"/>
    <w:rsid w:val="005F1DF7"/>
    <w:rsid w:val="005F2013"/>
    <w:rsid w:val="005F223D"/>
    <w:rsid w:val="005F496E"/>
    <w:rsid w:val="006057B6"/>
    <w:rsid w:val="0060712A"/>
    <w:rsid w:val="00607A62"/>
    <w:rsid w:val="00611A4A"/>
    <w:rsid w:val="00617A34"/>
    <w:rsid w:val="006204D7"/>
    <w:rsid w:val="00621841"/>
    <w:rsid w:val="006219BB"/>
    <w:rsid w:val="00632028"/>
    <w:rsid w:val="006320E5"/>
    <w:rsid w:val="00632F4A"/>
    <w:rsid w:val="00636E9F"/>
    <w:rsid w:val="00636FA4"/>
    <w:rsid w:val="00641780"/>
    <w:rsid w:val="006420E8"/>
    <w:rsid w:val="00645D3D"/>
    <w:rsid w:val="0065215B"/>
    <w:rsid w:val="00652E66"/>
    <w:rsid w:val="00653A76"/>
    <w:rsid w:val="00654D6C"/>
    <w:rsid w:val="00655455"/>
    <w:rsid w:val="0065619C"/>
    <w:rsid w:val="00656A92"/>
    <w:rsid w:val="00657118"/>
    <w:rsid w:val="00663E30"/>
    <w:rsid w:val="00670063"/>
    <w:rsid w:val="00670810"/>
    <w:rsid w:val="00671C6F"/>
    <w:rsid w:val="00674165"/>
    <w:rsid w:val="0067482E"/>
    <w:rsid w:val="006762A9"/>
    <w:rsid w:val="00677F0A"/>
    <w:rsid w:val="00681729"/>
    <w:rsid w:val="00682BA2"/>
    <w:rsid w:val="00684DA9"/>
    <w:rsid w:val="006859D7"/>
    <w:rsid w:val="00690B8C"/>
    <w:rsid w:val="00696DBC"/>
    <w:rsid w:val="006A2CFF"/>
    <w:rsid w:val="006A488B"/>
    <w:rsid w:val="006A6CD1"/>
    <w:rsid w:val="006B35AF"/>
    <w:rsid w:val="006B412E"/>
    <w:rsid w:val="006C150E"/>
    <w:rsid w:val="006C24EF"/>
    <w:rsid w:val="006C3C7E"/>
    <w:rsid w:val="006C47F5"/>
    <w:rsid w:val="006C5924"/>
    <w:rsid w:val="006C75E5"/>
    <w:rsid w:val="006D0288"/>
    <w:rsid w:val="006D43C0"/>
    <w:rsid w:val="006D4DA1"/>
    <w:rsid w:val="006D7992"/>
    <w:rsid w:val="006E122B"/>
    <w:rsid w:val="006E186E"/>
    <w:rsid w:val="006E285A"/>
    <w:rsid w:val="006E28F6"/>
    <w:rsid w:val="006F018A"/>
    <w:rsid w:val="006F6E56"/>
    <w:rsid w:val="00700A81"/>
    <w:rsid w:val="00701168"/>
    <w:rsid w:val="00702064"/>
    <w:rsid w:val="00706AB7"/>
    <w:rsid w:val="00712233"/>
    <w:rsid w:val="00712E35"/>
    <w:rsid w:val="00720517"/>
    <w:rsid w:val="00721413"/>
    <w:rsid w:val="0072204E"/>
    <w:rsid w:val="00722FEA"/>
    <w:rsid w:val="00723087"/>
    <w:rsid w:val="00725082"/>
    <w:rsid w:val="00730796"/>
    <w:rsid w:val="00741DE2"/>
    <w:rsid w:val="00743CCE"/>
    <w:rsid w:val="007458C4"/>
    <w:rsid w:val="007537A5"/>
    <w:rsid w:val="00756BEC"/>
    <w:rsid w:val="007654B9"/>
    <w:rsid w:val="0077128F"/>
    <w:rsid w:val="00773E7A"/>
    <w:rsid w:val="00775B12"/>
    <w:rsid w:val="007810A2"/>
    <w:rsid w:val="00782292"/>
    <w:rsid w:val="007905B0"/>
    <w:rsid w:val="00794A59"/>
    <w:rsid w:val="007A20FF"/>
    <w:rsid w:val="007A4489"/>
    <w:rsid w:val="007A6BC1"/>
    <w:rsid w:val="007B16AE"/>
    <w:rsid w:val="007B6FCD"/>
    <w:rsid w:val="007B7F03"/>
    <w:rsid w:val="007C0B2A"/>
    <w:rsid w:val="007C3258"/>
    <w:rsid w:val="007C3A3F"/>
    <w:rsid w:val="007C3C2C"/>
    <w:rsid w:val="007C48C0"/>
    <w:rsid w:val="007C633A"/>
    <w:rsid w:val="007D020F"/>
    <w:rsid w:val="007D59E7"/>
    <w:rsid w:val="007D7575"/>
    <w:rsid w:val="007E0810"/>
    <w:rsid w:val="007E13D3"/>
    <w:rsid w:val="007E2CCB"/>
    <w:rsid w:val="007E37CB"/>
    <w:rsid w:val="007F3D03"/>
    <w:rsid w:val="007F3D9B"/>
    <w:rsid w:val="007F7812"/>
    <w:rsid w:val="007F7BAE"/>
    <w:rsid w:val="0080022B"/>
    <w:rsid w:val="00804058"/>
    <w:rsid w:val="00805BB6"/>
    <w:rsid w:val="0080611C"/>
    <w:rsid w:val="0081034E"/>
    <w:rsid w:val="00812AEB"/>
    <w:rsid w:val="008141A0"/>
    <w:rsid w:val="00816DE7"/>
    <w:rsid w:val="00820020"/>
    <w:rsid w:val="00821801"/>
    <w:rsid w:val="0083261C"/>
    <w:rsid w:val="008353B4"/>
    <w:rsid w:val="00836927"/>
    <w:rsid w:val="00841572"/>
    <w:rsid w:val="00845C93"/>
    <w:rsid w:val="0084657C"/>
    <w:rsid w:val="0084678D"/>
    <w:rsid w:val="00851671"/>
    <w:rsid w:val="0085793F"/>
    <w:rsid w:val="00861493"/>
    <w:rsid w:val="008628AF"/>
    <w:rsid w:val="008631DE"/>
    <w:rsid w:val="00863B61"/>
    <w:rsid w:val="008641E2"/>
    <w:rsid w:val="00864E9E"/>
    <w:rsid w:val="008674D9"/>
    <w:rsid w:val="008709F4"/>
    <w:rsid w:val="00871FD5"/>
    <w:rsid w:val="0087206C"/>
    <w:rsid w:val="00872187"/>
    <w:rsid w:val="00872CB7"/>
    <w:rsid w:val="008759F8"/>
    <w:rsid w:val="008774A9"/>
    <w:rsid w:val="00887BCB"/>
    <w:rsid w:val="008905A6"/>
    <w:rsid w:val="00890B14"/>
    <w:rsid w:val="00891D32"/>
    <w:rsid w:val="008924A0"/>
    <w:rsid w:val="0089427F"/>
    <w:rsid w:val="00897B60"/>
    <w:rsid w:val="008A02F6"/>
    <w:rsid w:val="008A0A7B"/>
    <w:rsid w:val="008B1B9E"/>
    <w:rsid w:val="008B3987"/>
    <w:rsid w:val="008B56A4"/>
    <w:rsid w:val="008B6626"/>
    <w:rsid w:val="008B7A74"/>
    <w:rsid w:val="008C0389"/>
    <w:rsid w:val="008C0759"/>
    <w:rsid w:val="008C2E2F"/>
    <w:rsid w:val="008C2FDF"/>
    <w:rsid w:val="008D2C9D"/>
    <w:rsid w:val="008D3929"/>
    <w:rsid w:val="008D45D7"/>
    <w:rsid w:val="008D4D62"/>
    <w:rsid w:val="008E1181"/>
    <w:rsid w:val="008E58FD"/>
    <w:rsid w:val="008E6E9B"/>
    <w:rsid w:val="008F0CBB"/>
    <w:rsid w:val="008F30DB"/>
    <w:rsid w:val="008F423D"/>
    <w:rsid w:val="008F527F"/>
    <w:rsid w:val="008F6D14"/>
    <w:rsid w:val="009000C4"/>
    <w:rsid w:val="00904E2B"/>
    <w:rsid w:val="009101B7"/>
    <w:rsid w:val="0091651E"/>
    <w:rsid w:val="00916E55"/>
    <w:rsid w:val="00922063"/>
    <w:rsid w:val="009233F7"/>
    <w:rsid w:val="00924DC3"/>
    <w:rsid w:val="00926106"/>
    <w:rsid w:val="009307B7"/>
    <w:rsid w:val="0093494B"/>
    <w:rsid w:val="00935A5B"/>
    <w:rsid w:val="0093635F"/>
    <w:rsid w:val="009376AF"/>
    <w:rsid w:val="0093772C"/>
    <w:rsid w:val="00937DE9"/>
    <w:rsid w:val="00937EA1"/>
    <w:rsid w:val="0094070E"/>
    <w:rsid w:val="0094338E"/>
    <w:rsid w:val="00944CDA"/>
    <w:rsid w:val="00945297"/>
    <w:rsid w:val="009454CE"/>
    <w:rsid w:val="00946305"/>
    <w:rsid w:val="009474AF"/>
    <w:rsid w:val="009607F0"/>
    <w:rsid w:val="00961589"/>
    <w:rsid w:val="0096270D"/>
    <w:rsid w:val="009656D1"/>
    <w:rsid w:val="00972597"/>
    <w:rsid w:val="00972AE2"/>
    <w:rsid w:val="009749B0"/>
    <w:rsid w:val="00975927"/>
    <w:rsid w:val="00982C8A"/>
    <w:rsid w:val="00990897"/>
    <w:rsid w:val="00992760"/>
    <w:rsid w:val="00992A0A"/>
    <w:rsid w:val="009B0DAE"/>
    <w:rsid w:val="009B31C3"/>
    <w:rsid w:val="009B451C"/>
    <w:rsid w:val="009B7493"/>
    <w:rsid w:val="009B7971"/>
    <w:rsid w:val="009C3B33"/>
    <w:rsid w:val="009C4A04"/>
    <w:rsid w:val="009C53BE"/>
    <w:rsid w:val="009C7416"/>
    <w:rsid w:val="009C7E83"/>
    <w:rsid w:val="00A02FF5"/>
    <w:rsid w:val="00A03481"/>
    <w:rsid w:val="00A03EC7"/>
    <w:rsid w:val="00A04AF1"/>
    <w:rsid w:val="00A1508D"/>
    <w:rsid w:val="00A165FC"/>
    <w:rsid w:val="00A16B80"/>
    <w:rsid w:val="00A21719"/>
    <w:rsid w:val="00A371DE"/>
    <w:rsid w:val="00A37280"/>
    <w:rsid w:val="00A51B46"/>
    <w:rsid w:val="00A51DCB"/>
    <w:rsid w:val="00A52049"/>
    <w:rsid w:val="00A53CB3"/>
    <w:rsid w:val="00A543B6"/>
    <w:rsid w:val="00A5528A"/>
    <w:rsid w:val="00A631CE"/>
    <w:rsid w:val="00A65A06"/>
    <w:rsid w:val="00A7077B"/>
    <w:rsid w:val="00A73FE6"/>
    <w:rsid w:val="00A74444"/>
    <w:rsid w:val="00A754DD"/>
    <w:rsid w:val="00A773F9"/>
    <w:rsid w:val="00A77A66"/>
    <w:rsid w:val="00A82048"/>
    <w:rsid w:val="00A83B81"/>
    <w:rsid w:val="00A84761"/>
    <w:rsid w:val="00A8654D"/>
    <w:rsid w:val="00A87BAB"/>
    <w:rsid w:val="00A93AB9"/>
    <w:rsid w:val="00A95F5F"/>
    <w:rsid w:val="00A96DA5"/>
    <w:rsid w:val="00AA1895"/>
    <w:rsid w:val="00AA27F2"/>
    <w:rsid w:val="00AA41FF"/>
    <w:rsid w:val="00AA4636"/>
    <w:rsid w:val="00AB0169"/>
    <w:rsid w:val="00AB0F59"/>
    <w:rsid w:val="00AB4F9D"/>
    <w:rsid w:val="00AB6369"/>
    <w:rsid w:val="00AB6D01"/>
    <w:rsid w:val="00AC02A9"/>
    <w:rsid w:val="00AC0FD4"/>
    <w:rsid w:val="00AC3331"/>
    <w:rsid w:val="00AC3469"/>
    <w:rsid w:val="00AC6AFF"/>
    <w:rsid w:val="00AD2906"/>
    <w:rsid w:val="00AD6C99"/>
    <w:rsid w:val="00AD73FA"/>
    <w:rsid w:val="00AE4D55"/>
    <w:rsid w:val="00B00291"/>
    <w:rsid w:val="00B05E1F"/>
    <w:rsid w:val="00B10E61"/>
    <w:rsid w:val="00B116D2"/>
    <w:rsid w:val="00B11CC7"/>
    <w:rsid w:val="00B135D3"/>
    <w:rsid w:val="00B21358"/>
    <w:rsid w:val="00B22D60"/>
    <w:rsid w:val="00B25C6C"/>
    <w:rsid w:val="00B266E6"/>
    <w:rsid w:val="00B31EA7"/>
    <w:rsid w:val="00B34F17"/>
    <w:rsid w:val="00B368AA"/>
    <w:rsid w:val="00B36E68"/>
    <w:rsid w:val="00B4182F"/>
    <w:rsid w:val="00B44350"/>
    <w:rsid w:val="00B51D9F"/>
    <w:rsid w:val="00B56A45"/>
    <w:rsid w:val="00B5763B"/>
    <w:rsid w:val="00B57D8C"/>
    <w:rsid w:val="00B63884"/>
    <w:rsid w:val="00B64020"/>
    <w:rsid w:val="00B6427D"/>
    <w:rsid w:val="00B70E77"/>
    <w:rsid w:val="00B73C4D"/>
    <w:rsid w:val="00B75562"/>
    <w:rsid w:val="00B7623A"/>
    <w:rsid w:val="00B76CEA"/>
    <w:rsid w:val="00B76F11"/>
    <w:rsid w:val="00B77326"/>
    <w:rsid w:val="00B838A1"/>
    <w:rsid w:val="00B864CC"/>
    <w:rsid w:val="00B87760"/>
    <w:rsid w:val="00B91483"/>
    <w:rsid w:val="00B943A6"/>
    <w:rsid w:val="00B9512D"/>
    <w:rsid w:val="00B95697"/>
    <w:rsid w:val="00B95C10"/>
    <w:rsid w:val="00B96275"/>
    <w:rsid w:val="00BA0B2F"/>
    <w:rsid w:val="00BA20D8"/>
    <w:rsid w:val="00BA698C"/>
    <w:rsid w:val="00BA6C4D"/>
    <w:rsid w:val="00BB0CA8"/>
    <w:rsid w:val="00BB1A18"/>
    <w:rsid w:val="00BB5DE6"/>
    <w:rsid w:val="00BB617D"/>
    <w:rsid w:val="00BC5A3B"/>
    <w:rsid w:val="00BD0940"/>
    <w:rsid w:val="00BD0C16"/>
    <w:rsid w:val="00BD11B6"/>
    <w:rsid w:val="00BD5861"/>
    <w:rsid w:val="00BE33BC"/>
    <w:rsid w:val="00BF59F3"/>
    <w:rsid w:val="00C00309"/>
    <w:rsid w:val="00C02E62"/>
    <w:rsid w:val="00C0408B"/>
    <w:rsid w:val="00C042A6"/>
    <w:rsid w:val="00C05F11"/>
    <w:rsid w:val="00C07B25"/>
    <w:rsid w:val="00C07ECF"/>
    <w:rsid w:val="00C11439"/>
    <w:rsid w:val="00C16F1C"/>
    <w:rsid w:val="00C17106"/>
    <w:rsid w:val="00C334BB"/>
    <w:rsid w:val="00C355C4"/>
    <w:rsid w:val="00C40961"/>
    <w:rsid w:val="00C42C7C"/>
    <w:rsid w:val="00C42EF3"/>
    <w:rsid w:val="00C455D1"/>
    <w:rsid w:val="00C46A37"/>
    <w:rsid w:val="00C50FCC"/>
    <w:rsid w:val="00C53B54"/>
    <w:rsid w:val="00C54657"/>
    <w:rsid w:val="00C63F61"/>
    <w:rsid w:val="00C6493C"/>
    <w:rsid w:val="00C716B8"/>
    <w:rsid w:val="00C81D70"/>
    <w:rsid w:val="00C82547"/>
    <w:rsid w:val="00C830AA"/>
    <w:rsid w:val="00C84925"/>
    <w:rsid w:val="00C903AC"/>
    <w:rsid w:val="00C90494"/>
    <w:rsid w:val="00C91FC8"/>
    <w:rsid w:val="00C945D2"/>
    <w:rsid w:val="00C95CB0"/>
    <w:rsid w:val="00C97300"/>
    <w:rsid w:val="00CA24B0"/>
    <w:rsid w:val="00CA4051"/>
    <w:rsid w:val="00CA5406"/>
    <w:rsid w:val="00CA7053"/>
    <w:rsid w:val="00CA7EDB"/>
    <w:rsid w:val="00CB1516"/>
    <w:rsid w:val="00CB47E7"/>
    <w:rsid w:val="00CB516B"/>
    <w:rsid w:val="00CB6008"/>
    <w:rsid w:val="00CC0846"/>
    <w:rsid w:val="00CC1598"/>
    <w:rsid w:val="00CC29A9"/>
    <w:rsid w:val="00CD18AD"/>
    <w:rsid w:val="00CD256C"/>
    <w:rsid w:val="00CD3AEB"/>
    <w:rsid w:val="00CD51FF"/>
    <w:rsid w:val="00CE0843"/>
    <w:rsid w:val="00CE140D"/>
    <w:rsid w:val="00CE19A1"/>
    <w:rsid w:val="00CE2CDB"/>
    <w:rsid w:val="00CE5646"/>
    <w:rsid w:val="00CE6825"/>
    <w:rsid w:val="00CE707A"/>
    <w:rsid w:val="00CF4F0C"/>
    <w:rsid w:val="00CF5840"/>
    <w:rsid w:val="00CF789A"/>
    <w:rsid w:val="00D00956"/>
    <w:rsid w:val="00D01F82"/>
    <w:rsid w:val="00D038F5"/>
    <w:rsid w:val="00D03CFE"/>
    <w:rsid w:val="00D040AB"/>
    <w:rsid w:val="00D05A80"/>
    <w:rsid w:val="00D107BB"/>
    <w:rsid w:val="00D141F4"/>
    <w:rsid w:val="00D15048"/>
    <w:rsid w:val="00D15F1F"/>
    <w:rsid w:val="00D17870"/>
    <w:rsid w:val="00D213CF"/>
    <w:rsid w:val="00D300BD"/>
    <w:rsid w:val="00D3318D"/>
    <w:rsid w:val="00D34231"/>
    <w:rsid w:val="00D342C7"/>
    <w:rsid w:val="00D4387A"/>
    <w:rsid w:val="00D44958"/>
    <w:rsid w:val="00D45C70"/>
    <w:rsid w:val="00D46662"/>
    <w:rsid w:val="00D473C1"/>
    <w:rsid w:val="00D522DC"/>
    <w:rsid w:val="00D54DC7"/>
    <w:rsid w:val="00D55C8F"/>
    <w:rsid w:val="00D5774B"/>
    <w:rsid w:val="00D60B35"/>
    <w:rsid w:val="00D63F17"/>
    <w:rsid w:val="00D67DE0"/>
    <w:rsid w:val="00D719D9"/>
    <w:rsid w:val="00D80EE3"/>
    <w:rsid w:val="00D83B58"/>
    <w:rsid w:val="00D86870"/>
    <w:rsid w:val="00D86A84"/>
    <w:rsid w:val="00D90CFF"/>
    <w:rsid w:val="00D92A8B"/>
    <w:rsid w:val="00D946B6"/>
    <w:rsid w:val="00D96B86"/>
    <w:rsid w:val="00DA350D"/>
    <w:rsid w:val="00DA3F4D"/>
    <w:rsid w:val="00DA4E4C"/>
    <w:rsid w:val="00DA5B4B"/>
    <w:rsid w:val="00DA68CD"/>
    <w:rsid w:val="00DB0359"/>
    <w:rsid w:val="00DB14DD"/>
    <w:rsid w:val="00DB1F2D"/>
    <w:rsid w:val="00DB24E8"/>
    <w:rsid w:val="00DC30D0"/>
    <w:rsid w:val="00DC5DBB"/>
    <w:rsid w:val="00DD3E77"/>
    <w:rsid w:val="00DD6FEE"/>
    <w:rsid w:val="00DE1C9A"/>
    <w:rsid w:val="00DE1CD8"/>
    <w:rsid w:val="00DE3CB9"/>
    <w:rsid w:val="00DF32F2"/>
    <w:rsid w:val="00E001A5"/>
    <w:rsid w:val="00E0187D"/>
    <w:rsid w:val="00E02FB1"/>
    <w:rsid w:val="00E1067D"/>
    <w:rsid w:val="00E10EF1"/>
    <w:rsid w:val="00E135ED"/>
    <w:rsid w:val="00E13CAC"/>
    <w:rsid w:val="00E148C3"/>
    <w:rsid w:val="00E23C2E"/>
    <w:rsid w:val="00E23EE0"/>
    <w:rsid w:val="00E26EE3"/>
    <w:rsid w:val="00E34015"/>
    <w:rsid w:val="00E34A39"/>
    <w:rsid w:val="00E355E3"/>
    <w:rsid w:val="00E35C1C"/>
    <w:rsid w:val="00E35C90"/>
    <w:rsid w:val="00E37C65"/>
    <w:rsid w:val="00E37FA4"/>
    <w:rsid w:val="00E40E34"/>
    <w:rsid w:val="00E41ACF"/>
    <w:rsid w:val="00E4431D"/>
    <w:rsid w:val="00E445CE"/>
    <w:rsid w:val="00E45A34"/>
    <w:rsid w:val="00E46986"/>
    <w:rsid w:val="00E47430"/>
    <w:rsid w:val="00E56390"/>
    <w:rsid w:val="00E622BC"/>
    <w:rsid w:val="00E63CA1"/>
    <w:rsid w:val="00E6447F"/>
    <w:rsid w:val="00E66F1D"/>
    <w:rsid w:val="00E746F8"/>
    <w:rsid w:val="00E7578E"/>
    <w:rsid w:val="00E822D2"/>
    <w:rsid w:val="00E84E34"/>
    <w:rsid w:val="00E856D0"/>
    <w:rsid w:val="00E86302"/>
    <w:rsid w:val="00E86DA4"/>
    <w:rsid w:val="00E874FE"/>
    <w:rsid w:val="00E87C0B"/>
    <w:rsid w:val="00EA0261"/>
    <w:rsid w:val="00EA10DC"/>
    <w:rsid w:val="00EA17E5"/>
    <w:rsid w:val="00EA2786"/>
    <w:rsid w:val="00EB0078"/>
    <w:rsid w:val="00EB4F9E"/>
    <w:rsid w:val="00EC0682"/>
    <w:rsid w:val="00EC66EE"/>
    <w:rsid w:val="00ED099C"/>
    <w:rsid w:val="00ED3C5B"/>
    <w:rsid w:val="00ED687D"/>
    <w:rsid w:val="00EE1D8A"/>
    <w:rsid w:val="00EE46DB"/>
    <w:rsid w:val="00EE52A1"/>
    <w:rsid w:val="00EE5875"/>
    <w:rsid w:val="00EE5F89"/>
    <w:rsid w:val="00EE76E9"/>
    <w:rsid w:val="00EF0C6B"/>
    <w:rsid w:val="00EF305F"/>
    <w:rsid w:val="00EF433D"/>
    <w:rsid w:val="00EF5FCD"/>
    <w:rsid w:val="00EF72CF"/>
    <w:rsid w:val="00F00B35"/>
    <w:rsid w:val="00F0169A"/>
    <w:rsid w:val="00F02B20"/>
    <w:rsid w:val="00F03087"/>
    <w:rsid w:val="00F06C7A"/>
    <w:rsid w:val="00F14213"/>
    <w:rsid w:val="00F2096B"/>
    <w:rsid w:val="00F237B8"/>
    <w:rsid w:val="00F24484"/>
    <w:rsid w:val="00F2582E"/>
    <w:rsid w:val="00F27667"/>
    <w:rsid w:val="00F27CE8"/>
    <w:rsid w:val="00F3154B"/>
    <w:rsid w:val="00F31DA7"/>
    <w:rsid w:val="00F329B1"/>
    <w:rsid w:val="00F33261"/>
    <w:rsid w:val="00F42B4B"/>
    <w:rsid w:val="00F46F2E"/>
    <w:rsid w:val="00F50397"/>
    <w:rsid w:val="00F50535"/>
    <w:rsid w:val="00F53B3D"/>
    <w:rsid w:val="00F540A1"/>
    <w:rsid w:val="00F56107"/>
    <w:rsid w:val="00F625ED"/>
    <w:rsid w:val="00F63CA2"/>
    <w:rsid w:val="00F73A62"/>
    <w:rsid w:val="00F74E65"/>
    <w:rsid w:val="00F75C4D"/>
    <w:rsid w:val="00F76A0F"/>
    <w:rsid w:val="00F8284E"/>
    <w:rsid w:val="00F82CFC"/>
    <w:rsid w:val="00F86EF9"/>
    <w:rsid w:val="00F877A5"/>
    <w:rsid w:val="00F96228"/>
    <w:rsid w:val="00F96869"/>
    <w:rsid w:val="00FA0DD3"/>
    <w:rsid w:val="00FA1989"/>
    <w:rsid w:val="00FA3D02"/>
    <w:rsid w:val="00FA46AA"/>
    <w:rsid w:val="00FB0856"/>
    <w:rsid w:val="00FB6E2F"/>
    <w:rsid w:val="00FB7D22"/>
    <w:rsid w:val="00FC35B0"/>
    <w:rsid w:val="00FC403B"/>
    <w:rsid w:val="00FC59EA"/>
    <w:rsid w:val="00FC6EF0"/>
    <w:rsid w:val="00FC7CEF"/>
    <w:rsid w:val="00FC7EFB"/>
    <w:rsid w:val="00FD0CF6"/>
    <w:rsid w:val="00FD19B1"/>
    <w:rsid w:val="00FD39D1"/>
    <w:rsid w:val="00FD5FF2"/>
    <w:rsid w:val="00FD6171"/>
    <w:rsid w:val="00FE3B4E"/>
    <w:rsid w:val="00FE48D5"/>
    <w:rsid w:val="00FF1840"/>
    <w:rsid w:val="00FF1DEC"/>
    <w:rsid w:val="00FF3F66"/>
    <w:rsid w:val="00FF4173"/>
    <w:rsid w:val="00FF6387"/>
    <w:rsid w:val="00FF6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CDC27"/>
  <w15:docId w15:val="{C0C7DACB-DA84-47F2-B0FB-829A4B2D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360" w:after="120"/>
        <w:ind w:left="578" w:hanging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187"/>
    <w:pPr>
      <w:spacing w:before="200" w:line="360" w:lineRule="auto"/>
      <w:ind w:left="0" w:firstLine="567"/>
    </w:pPr>
    <w:rPr>
      <w:rFonts w:asciiTheme="minorHAnsi" w:hAnsiTheme="minorHAnsi" w:cstheme="minorHAnsi"/>
      <w:sz w:val="22"/>
      <w:szCs w:val="22"/>
      <w:lang w:eastAsia="en-US"/>
    </w:rPr>
  </w:style>
  <w:style w:type="paragraph" w:styleId="Nadpis1">
    <w:name w:val="heading 1"/>
    <w:aliases w:val="ToK nadpis 1"/>
    <w:basedOn w:val="Normln"/>
    <w:next w:val="Normln"/>
    <w:link w:val="Nadpis1Char"/>
    <w:autoRedefine/>
    <w:qFormat/>
    <w:rsid w:val="007B6FCD"/>
    <w:pPr>
      <w:keepNext/>
      <w:ind w:firstLine="0"/>
      <w:outlineLvl w:val="0"/>
    </w:pPr>
    <w:rPr>
      <w:rFonts w:ascii="Arial" w:eastAsia="Times New Roman" w:hAnsi="Arial" w:cs="Arial"/>
      <w:b/>
      <w:bCs/>
      <w:kern w:val="32"/>
      <w:szCs w:val="28"/>
      <w:lang w:eastAsia="cs-CZ"/>
    </w:rPr>
  </w:style>
  <w:style w:type="paragraph" w:styleId="Nadpis2">
    <w:name w:val="heading 2"/>
    <w:aliases w:val="Nadpisspec2,1.1 Nadpis 2,Za 1.,clanek,Nadpis nižší úrovně,Nadpis 2 - odsazený"/>
    <w:basedOn w:val="Normln"/>
    <w:next w:val="Normln"/>
    <w:link w:val="Nadpis2Char"/>
    <w:qFormat/>
    <w:rsid w:val="00EA17E5"/>
    <w:pPr>
      <w:keepNext/>
      <w:widowControl w:val="0"/>
      <w:tabs>
        <w:tab w:val="left" w:pos="1151"/>
        <w:tab w:val="left" w:pos="1620"/>
      </w:tabs>
      <w:ind w:firstLine="0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aliases w:val="Titul1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spacing w:before="240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EA17E5"/>
    <w:pPr>
      <w:keepNext/>
      <w:tabs>
        <w:tab w:val="left" w:pos="1151"/>
      </w:tabs>
      <w:spacing w:before="240" w:after="60"/>
      <w:ind w:firstLine="0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left" w:pos="1151"/>
      </w:tabs>
      <w:spacing w:before="240" w:after="60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ToK nadpis 1 Char"/>
    <w:basedOn w:val="Standardnpsmoodstavce"/>
    <w:link w:val="Nadpis1"/>
    <w:rsid w:val="007B6FCD"/>
    <w:rPr>
      <w:rFonts w:ascii="Arial" w:eastAsia="Times New Roman" w:hAnsi="Arial" w:cs="Arial"/>
      <w:b/>
      <w:bCs/>
      <w:kern w:val="32"/>
      <w:sz w:val="22"/>
      <w:szCs w:val="28"/>
    </w:rPr>
  </w:style>
  <w:style w:type="character" w:customStyle="1" w:styleId="Nadpis2Char">
    <w:name w:val="Nadpis 2 Char"/>
    <w:aliases w:val="Nadpisspec2 Char1,1.1 Nadpis 2 Char1,Za 1. Char1,clanek Char1,Nadpis nižší úrovně Char1,Nadpis 2 - odsazený Char1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aliases w:val="Titul1 Char"/>
    <w:basedOn w:val="Standardnpsmoodstavce"/>
    <w:link w:val="Nadpis3"/>
    <w:rsid w:val="00EA17E5"/>
    <w:rPr>
      <w:rFonts w:asciiTheme="minorHAnsi" w:eastAsia="Times New Roman" w:hAnsiTheme="minorHAnsi" w:cstheme="minorHAnsi"/>
      <w:b/>
      <w:sz w:val="28"/>
    </w:rPr>
  </w:style>
  <w:style w:type="character" w:customStyle="1" w:styleId="Nadpis4Char">
    <w:name w:val="Nadpis 4 Char"/>
    <w:aliases w:val="Titul2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asciiTheme="minorHAnsi" w:eastAsia="Times New Roman" w:hAnsiTheme="minorHAnsi" w:cstheme="minorHAnsi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asciiTheme="minorHAnsi" w:eastAsia="Times New Roman" w:hAnsiTheme="minorHAnsi" w:cstheme="minorHAnsi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asciiTheme="minorHAnsi" w:eastAsia="Times New Roman" w:hAnsiTheme="minorHAnsi" w:cstheme="minorHAnsi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asciiTheme="minorHAnsi" w:eastAsia="Times New Roman" w:hAnsiTheme="minorHAnsi" w:cstheme="minorHAnsi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asciiTheme="minorHAnsi" w:eastAsia="Times New Roman" w:hAnsiTheme="minorHAnsi" w:cstheme="minorHAnsi"/>
      <w:sz w:val="22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655455"/>
    <w:pPr>
      <w:tabs>
        <w:tab w:val="left" w:pos="1320"/>
        <w:tab w:val="right" w:leader="dot" w:pos="9062"/>
      </w:tabs>
      <w:spacing w:before="120" w:after="20"/>
      <w:ind w:left="567" w:firstLine="0"/>
    </w:pPr>
    <w:rPr>
      <w:rFonts w:ascii="Calibri" w:hAnsi="Calibri" w:cs="Arial"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aliases w:val="ToK nadpis 2"/>
    <w:next w:val="Nadpis1"/>
    <w:link w:val="BezmezerChar"/>
    <w:autoRedefine/>
    <w:uiPriority w:val="1"/>
    <w:qFormat/>
    <w:rsid w:val="00EF433D"/>
    <w:pPr>
      <w:numPr>
        <w:numId w:val="10"/>
      </w:numPr>
    </w:pPr>
    <w:rPr>
      <w:rFonts w:ascii="Arial" w:eastAsia="Times New Roman" w:hAnsi="Arial" w:cs="Arial"/>
      <w:b/>
      <w:bCs/>
      <w:kern w:val="32"/>
      <w:sz w:val="24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styleId="Seznamsodrkami">
    <w:name w:val="List Bullet"/>
    <w:basedOn w:val="Normln"/>
    <w:autoRedefine/>
    <w:rsid w:val="00462D92"/>
    <w:pPr>
      <w:numPr>
        <w:numId w:val="4"/>
      </w:numPr>
      <w:spacing w:before="0" w:after="0"/>
      <w:jc w:val="left"/>
    </w:pPr>
    <w:rPr>
      <w:rFonts w:ascii="Arial" w:eastAsia="Times New Roman" w:hAnsi="Arial"/>
      <w:szCs w:val="20"/>
      <w:lang w:eastAsia="cs-CZ"/>
    </w:rPr>
  </w:style>
  <w:style w:type="character" w:customStyle="1" w:styleId="Nadpis1Char1">
    <w:name w:val="Nadpis 1 Char1"/>
    <w:aliases w:val="Nadpis spec1 Char,Za A Char,kapitola Char,Hlavní nadpis Char,text-pozice Char,adpis 1 Char,muj nadpis Char,Nadpis 1123 Char,kapitola1 Char,Nadpis 1 Char3 Char,Nadpis Char Char,1 Char Char,Nadpis 1 Char Char2 Char,Nadpis 1 Char1 Char Char"/>
    <w:basedOn w:val="Standardnpsmoodstavce"/>
    <w:rsid w:val="00127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1">
    <w:name w:val="Nadpis 2 Char1"/>
    <w:aliases w:val="Nadpisspec2 Char,1.1 Nadpis 2 Char,Za 1. Char,clanek Char,Nadpis nižší úrovně Char,Nadpis 2 - odsazený Char"/>
    <w:basedOn w:val="Standardnpsmoodstavce"/>
    <w:semiHidden/>
    <w:rsid w:val="00B11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C90494"/>
    <w:pPr>
      <w:spacing w:before="0" w:after="100" w:line="259" w:lineRule="auto"/>
      <w:ind w:left="880" w:firstLine="0"/>
      <w:jc w:val="left"/>
    </w:pPr>
    <w:rPr>
      <w:rFonts w:eastAsiaTheme="minorEastAsia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90494"/>
    <w:pPr>
      <w:spacing w:before="0" w:after="100" w:line="259" w:lineRule="auto"/>
      <w:ind w:left="1100" w:firstLine="0"/>
      <w:jc w:val="left"/>
    </w:pPr>
    <w:rPr>
      <w:rFonts w:eastAsiaTheme="minorEastAsia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90494"/>
    <w:pPr>
      <w:spacing w:before="0" w:after="100" w:line="259" w:lineRule="auto"/>
      <w:ind w:left="1320" w:firstLine="0"/>
      <w:jc w:val="left"/>
    </w:pPr>
    <w:rPr>
      <w:rFonts w:eastAsiaTheme="minorEastAsia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90494"/>
    <w:pPr>
      <w:spacing w:before="0" w:after="100" w:line="259" w:lineRule="auto"/>
      <w:ind w:left="1540" w:firstLine="0"/>
      <w:jc w:val="left"/>
    </w:pPr>
    <w:rPr>
      <w:rFonts w:eastAsiaTheme="minorEastAsia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90494"/>
    <w:pPr>
      <w:spacing w:before="0" w:after="100" w:line="259" w:lineRule="auto"/>
      <w:ind w:left="1760" w:firstLine="0"/>
      <w:jc w:val="left"/>
    </w:pPr>
    <w:rPr>
      <w:rFonts w:eastAsiaTheme="minorEastAsia" w:cstheme="minorBidi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0494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B95697"/>
    <w:rPr>
      <w:color w:val="605E5C"/>
      <w:shd w:val="clear" w:color="auto" w:fill="E1DFDD"/>
    </w:rPr>
  </w:style>
  <w:style w:type="character" w:customStyle="1" w:styleId="BezmezerChar">
    <w:name w:val="Bez mezer Char"/>
    <w:aliases w:val="ToK nadpis 2 Char"/>
    <w:basedOn w:val="Standardnpsmoodstavce"/>
    <w:link w:val="Bezmezer"/>
    <w:uiPriority w:val="1"/>
    <w:rsid w:val="00EF433D"/>
    <w:rPr>
      <w:rFonts w:ascii="Arial" w:eastAsia="Times New Roman" w:hAnsi="Arial" w:cs="Arial"/>
      <w:b/>
      <w:bCs/>
      <w:kern w:val="32"/>
      <w:sz w:val="24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B08C6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8C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08C6"/>
    <w:pPr>
      <w:numPr>
        <w:ilvl w:val="1"/>
      </w:numPr>
      <w:spacing w:after="160"/>
      <w:ind w:firstLine="578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B08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1B08C6"/>
    <w:rPr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1B08C6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08C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08C6"/>
    <w:rPr>
      <w:i/>
      <w:iCs/>
      <w:color w:val="4F81BD" w:themeColor="accent1"/>
      <w:sz w:val="22"/>
      <w:szCs w:val="22"/>
      <w:lang w:eastAsia="en-US"/>
    </w:rPr>
  </w:style>
  <w:style w:type="character" w:styleId="Zdraznn">
    <w:name w:val="Emphasis"/>
    <w:basedOn w:val="Standardnpsmoodstavce"/>
    <w:uiPriority w:val="20"/>
    <w:qFormat/>
    <w:rsid w:val="001B08C6"/>
    <w:rPr>
      <w:i/>
      <w:iCs/>
    </w:rPr>
  </w:style>
  <w:style w:type="paragraph" w:customStyle="1" w:styleId="tok2">
    <w:name w:val="tok2"/>
    <w:basedOn w:val="Nadpis1"/>
    <w:link w:val="tok2Char"/>
    <w:autoRedefine/>
    <w:qFormat/>
    <w:rsid w:val="00116EDC"/>
    <w:pPr>
      <w:numPr>
        <w:numId w:val="13"/>
      </w:numPr>
    </w:pPr>
    <w:rPr>
      <w:szCs w:val="22"/>
    </w:rPr>
  </w:style>
  <w:style w:type="character" w:customStyle="1" w:styleId="tok2Char">
    <w:name w:val="tok2 Char"/>
    <w:basedOn w:val="BezmezerChar"/>
    <w:link w:val="tok2"/>
    <w:rsid w:val="00116EDC"/>
    <w:rPr>
      <w:rFonts w:ascii="Arial" w:eastAsia="Times New Roman" w:hAnsi="Arial" w:cs="Arial"/>
      <w:b/>
      <w:bCs/>
      <w:kern w:val="32"/>
      <w:sz w:val="22"/>
      <w:szCs w:val="22"/>
      <w:lang w:eastAsia="en-US"/>
    </w:rPr>
  </w:style>
  <w:style w:type="paragraph" w:customStyle="1" w:styleId="ToK">
    <w:name w:val="ToK"/>
    <w:basedOn w:val="Nadpis1"/>
    <w:link w:val="ToKChar"/>
    <w:qFormat/>
    <w:rsid w:val="00E02FB1"/>
    <w:rPr>
      <w:rFonts w:asciiTheme="minorHAnsi" w:hAnsiTheme="minorHAnsi"/>
    </w:rPr>
  </w:style>
  <w:style w:type="paragraph" w:customStyle="1" w:styleId="ToK20">
    <w:name w:val="ToK2"/>
    <w:basedOn w:val="ToK"/>
    <w:link w:val="ToK2Char0"/>
    <w:autoRedefine/>
    <w:qFormat/>
    <w:rsid w:val="0052394C"/>
    <w:pPr>
      <w:numPr>
        <w:ilvl w:val="1"/>
        <w:numId w:val="14"/>
      </w:numPr>
    </w:pPr>
  </w:style>
  <w:style w:type="character" w:customStyle="1" w:styleId="ToKChar">
    <w:name w:val="ToK Char"/>
    <w:basedOn w:val="Nadpis1Char"/>
    <w:link w:val="ToK"/>
    <w:rsid w:val="00E02FB1"/>
    <w:rPr>
      <w:rFonts w:asciiTheme="minorHAnsi" w:eastAsia="Times New Roman" w:hAnsiTheme="minorHAnsi" w:cs="Arial"/>
      <w:b/>
      <w:bCs/>
      <w:kern w:val="32"/>
      <w:sz w:val="22"/>
      <w:szCs w:val="28"/>
    </w:rPr>
  </w:style>
  <w:style w:type="character" w:customStyle="1" w:styleId="ToK2Char0">
    <w:name w:val="ToK2 Char"/>
    <w:basedOn w:val="ToKChar"/>
    <w:link w:val="ToK20"/>
    <w:rsid w:val="0052394C"/>
    <w:rPr>
      <w:rFonts w:asciiTheme="minorHAnsi" w:eastAsia="Times New Roman" w:hAnsiTheme="minorHAnsi" w:cs="Arial"/>
      <w:b/>
      <w:bCs/>
      <w:kern w:val="32"/>
      <w:sz w:val="22"/>
      <w:szCs w:val="28"/>
    </w:rPr>
  </w:style>
  <w:style w:type="paragraph" w:customStyle="1" w:styleId="Default">
    <w:name w:val="Default"/>
    <w:rsid w:val="009B7493"/>
    <w:pPr>
      <w:autoSpaceDE w:val="0"/>
      <w:autoSpaceDN w:val="0"/>
      <w:adjustRightInd w:val="0"/>
      <w:spacing w:before="0" w:after="0"/>
      <w:ind w:left="0" w:firstLine="0"/>
      <w:jc w:val="left"/>
    </w:pPr>
    <w:rPr>
      <w:rFonts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982C8A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82C8A"/>
    <w:rPr>
      <w:rFonts w:cs="Calibri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982C8A"/>
    <w:pPr>
      <w:widowControl w:val="0"/>
      <w:autoSpaceDE w:val="0"/>
      <w:autoSpaceDN w:val="0"/>
      <w:spacing w:before="0" w:after="200" w:line="240" w:lineRule="auto"/>
      <w:ind w:firstLine="0"/>
      <w:jc w:val="left"/>
    </w:pPr>
    <w:rPr>
      <w:rFonts w:ascii="Calibri" w:hAnsi="Calibri" w:cs="Calibri"/>
      <w:i/>
      <w:iCs/>
      <w:color w:val="1F497D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E1181"/>
    <w:pPr>
      <w:spacing w:before="0" w:after="0" w:line="240" w:lineRule="auto"/>
      <w:ind w:firstLine="0"/>
      <w:jc w:val="left"/>
    </w:pPr>
    <w:rPr>
      <w:rFonts w:ascii="Calibri" w:eastAsiaTheme="minorHAnsi" w:hAnsi="Calibri" w:cs="Calibri"/>
      <w:lang w:eastAsia="cs-CZ"/>
    </w:rPr>
  </w:style>
  <w:style w:type="paragraph" w:customStyle="1" w:styleId="NADPIS20">
    <w:name w:val="NADPIS2"/>
    <w:rsid w:val="00617A34"/>
    <w:pPr>
      <w:keepNext/>
      <w:keepLines/>
      <w:overflowPunct w:val="0"/>
      <w:autoSpaceDE w:val="0"/>
      <w:autoSpaceDN w:val="0"/>
      <w:adjustRightInd w:val="0"/>
      <w:spacing w:before="144" w:after="72"/>
      <w:ind w:left="0" w:firstLine="850"/>
    </w:pPr>
    <w:rPr>
      <w:rFonts w:ascii="Arial" w:eastAsia="Times New Roman" w:hAnsi="Arial"/>
      <w:b/>
      <w:color w:val="000000"/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veli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52;ablony\Technick&#225;%20zpr&#225;v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F4DEDB8A6A7491E9B58DB27F22B1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F873B0-DAE2-4ACE-8858-BE0D4F77AC74}"/>
      </w:docPartPr>
      <w:docPartBody>
        <w:p w:rsidR="00AC60C9" w:rsidRDefault="00C5091B" w:rsidP="00C5091B">
          <w:pPr>
            <w:pStyle w:val="EF4DEDB8A6A7491E9B58DB27F22B1B45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1311467AC40049C88FED2E80838BA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C93C9-45B3-4E8D-944C-FDAD374E348A}"/>
      </w:docPartPr>
      <w:docPartBody>
        <w:p w:rsidR="003F2E7C" w:rsidRDefault="003F2E7C" w:rsidP="003F2E7C">
          <w:pPr>
            <w:pStyle w:val="1311467AC40049C88FED2E80838BA737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A72"/>
    <w:rsid w:val="000031B6"/>
    <w:rsid w:val="00006647"/>
    <w:rsid w:val="0005696D"/>
    <w:rsid w:val="00083856"/>
    <w:rsid w:val="0009560B"/>
    <w:rsid w:val="00126378"/>
    <w:rsid w:val="001A1181"/>
    <w:rsid w:val="001C5D93"/>
    <w:rsid w:val="001F3F2E"/>
    <w:rsid w:val="00200A3D"/>
    <w:rsid w:val="002C239F"/>
    <w:rsid w:val="002E3352"/>
    <w:rsid w:val="002E54EB"/>
    <w:rsid w:val="00331B5F"/>
    <w:rsid w:val="00397989"/>
    <w:rsid w:val="003B10A2"/>
    <w:rsid w:val="003C7DD0"/>
    <w:rsid w:val="003D2B0E"/>
    <w:rsid w:val="003F2E7C"/>
    <w:rsid w:val="004569CB"/>
    <w:rsid w:val="004718DF"/>
    <w:rsid w:val="004D0E7E"/>
    <w:rsid w:val="005369B0"/>
    <w:rsid w:val="005441D2"/>
    <w:rsid w:val="00552976"/>
    <w:rsid w:val="005547E7"/>
    <w:rsid w:val="005821C2"/>
    <w:rsid w:val="005A1099"/>
    <w:rsid w:val="005D4272"/>
    <w:rsid w:val="00654E47"/>
    <w:rsid w:val="006E2924"/>
    <w:rsid w:val="006F2F7C"/>
    <w:rsid w:val="0070317B"/>
    <w:rsid w:val="007351EF"/>
    <w:rsid w:val="00750430"/>
    <w:rsid w:val="007E0201"/>
    <w:rsid w:val="007F55E0"/>
    <w:rsid w:val="00801EA5"/>
    <w:rsid w:val="00821BA1"/>
    <w:rsid w:val="008451E7"/>
    <w:rsid w:val="00895569"/>
    <w:rsid w:val="008B00E0"/>
    <w:rsid w:val="009518F6"/>
    <w:rsid w:val="00986821"/>
    <w:rsid w:val="009B64A1"/>
    <w:rsid w:val="009E3CE9"/>
    <w:rsid w:val="00A33CB4"/>
    <w:rsid w:val="00A34664"/>
    <w:rsid w:val="00A47917"/>
    <w:rsid w:val="00A520FB"/>
    <w:rsid w:val="00A634E2"/>
    <w:rsid w:val="00A75491"/>
    <w:rsid w:val="00A91673"/>
    <w:rsid w:val="00AC60C9"/>
    <w:rsid w:val="00BB4FCD"/>
    <w:rsid w:val="00BE6548"/>
    <w:rsid w:val="00BF0B6A"/>
    <w:rsid w:val="00BF2B8C"/>
    <w:rsid w:val="00BF4123"/>
    <w:rsid w:val="00C33C1B"/>
    <w:rsid w:val="00C5091B"/>
    <w:rsid w:val="00CB4407"/>
    <w:rsid w:val="00CD6D22"/>
    <w:rsid w:val="00D022CF"/>
    <w:rsid w:val="00D55970"/>
    <w:rsid w:val="00DA3FD8"/>
    <w:rsid w:val="00DC011B"/>
    <w:rsid w:val="00EA2C6A"/>
    <w:rsid w:val="00ED2A72"/>
    <w:rsid w:val="00EF7378"/>
    <w:rsid w:val="00FA7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9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7993"/>
  </w:style>
  <w:style w:type="paragraph" w:customStyle="1" w:styleId="EF4DEDB8A6A7491E9B58DB27F22B1B45">
    <w:name w:val="EF4DEDB8A6A7491E9B58DB27F22B1B45"/>
    <w:rsid w:val="00C5091B"/>
    <w:pPr>
      <w:spacing w:after="160" w:line="259" w:lineRule="auto"/>
    </w:pPr>
  </w:style>
  <w:style w:type="paragraph" w:customStyle="1" w:styleId="1311467AC40049C88FED2E80838BA737">
    <w:name w:val="1311467AC40049C88FED2E80838BA737"/>
    <w:rsid w:val="003F2E7C"/>
    <w:pPr>
      <w:spacing w:after="160" w:line="259" w:lineRule="auto"/>
    </w:pPr>
  </w:style>
  <w:style w:type="paragraph" w:customStyle="1" w:styleId="B383A08860EB496991B43C02F35C8768">
    <w:name w:val="B383A08860EB496991B43C02F35C8768"/>
    <w:rsid w:val="00FA7993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0890-FF52-401E-8C72-FF3AA2DD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4519</TotalTime>
  <Pages>3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</dc:creator>
  <cp:lastModifiedBy>Tomáš Koval</cp:lastModifiedBy>
  <cp:revision>274</cp:revision>
  <cp:lastPrinted>2021-03-18T22:10:00Z</cp:lastPrinted>
  <dcterms:created xsi:type="dcterms:W3CDTF">2020-06-03T08:42:00Z</dcterms:created>
  <dcterms:modified xsi:type="dcterms:W3CDTF">2021-03-18T22:10:00Z</dcterms:modified>
</cp:coreProperties>
</file>